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B2D7A" w14:textId="1C440B8B" w:rsidR="00C74DF2" w:rsidRDefault="00C74DF2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D205DF">
        <w:rPr>
          <w:noProof/>
        </w:rPr>
        <w:drawing>
          <wp:inline distT="0" distB="0" distL="0" distR="0" wp14:anchorId="797B828C" wp14:editId="18CEBF95">
            <wp:extent cx="5727700" cy="689508"/>
            <wp:effectExtent l="0" t="0" r="0" b="0"/>
            <wp:docPr id="96907152" name="Obrázek 969071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689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28A0A" w14:textId="77777777" w:rsidR="00C74DF2" w:rsidRPr="00CE5235" w:rsidRDefault="00C74DF2" w:rsidP="00C74DF2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 A</w:t>
      </w:r>
    </w:p>
    <w:p w14:paraId="1AE67F4C" w14:textId="77777777" w:rsidR="00C74DF2" w:rsidRPr="00CE5235" w:rsidRDefault="00C74DF2" w:rsidP="00C74DF2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CE5235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číslo smlouvy…………….</w:t>
      </w:r>
    </w:p>
    <w:p w14:paraId="3B373D2C" w14:textId="77777777" w:rsidR="00C74DF2" w:rsidRDefault="00C74DF2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</w:p>
    <w:p w14:paraId="53232ED8" w14:textId="20E3DACD" w:rsidR="00DF4BDB" w:rsidRPr="00FE74AE" w:rsidRDefault="00FE74AE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 xml:space="preserve">I. </w:t>
      </w:r>
      <w:r>
        <w:rPr>
          <w:rFonts w:ascii="Calibri Light" w:hAnsi="Calibri Light" w:cs="Calibri Light"/>
          <w:bCs/>
          <w:sz w:val="21"/>
          <w:szCs w:val="21"/>
        </w:rPr>
        <w:t>Smluvní strany</w:t>
      </w:r>
    </w:p>
    <w:p w14:paraId="04A908F6" w14:textId="7DFFDABE" w:rsidR="00CE5235" w:rsidRPr="00CE5235" w:rsidRDefault="00C74DF2" w:rsidP="00C74DF2">
      <w:pPr>
        <w:pStyle w:val="Bezmezer"/>
        <w:numPr>
          <w:ilvl w:val="0"/>
          <w:numId w:val="43"/>
        </w:numPr>
        <w:ind w:hanging="2160"/>
        <w:rPr>
          <w:rFonts w:ascii="Calibri Light" w:hAnsi="Calibri Light" w:cs="Calibri Light"/>
          <w:b/>
          <w:bCs/>
          <w:sz w:val="21"/>
          <w:szCs w:val="21"/>
        </w:rPr>
      </w:pPr>
      <w:r w:rsidRPr="00C74DF2">
        <w:rPr>
          <w:rFonts w:ascii="Calibri Light" w:hAnsi="Calibri Light" w:cs="Calibri Light"/>
          <w:b/>
          <w:bCs/>
          <w:sz w:val="21"/>
          <w:szCs w:val="21"/>
        </w:rPr>
        <w:t>město Český Těšín</w:t>
      </w:r>
    </w:p>
    <w:p w14:paraId="678B3A55" w14:textId="2B13A782" w:rsidR="005E680F" w:rsidRPr="005E680F" w:rsidRDefault="00CE5235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e sídlem: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nám. ČSA 1/1, 737 01 Český Těšín</w:t>
      </w:r>
    </w:p>
    <w:p w14:paraId="6349B348" w14:textId="2C0DF667" w:rsidR="005E680F" w:rsidRDefault="005E680F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zastoupen</w:t>
      </w:r>
      <w:r w:rsidR="00C74DF2">
        <w:rPr>
          <w:rFonts w:ascii="Calibri Light" w:hAnsi="Calibri Light" w:cs="Calibri Light"/>
          <w:sz w:val="21"/>
          <w:szCs w:val="21"/>
        </w:rPr>
        <w:t>o</w:t>
      </w:r>
      <w:r w:rsidRPr="005E680F">
        <w:rPr>
          <w:rFonts w:ascii="Calibri Light" w:hAnsi="Calibri Light" w:cs="Calibri Light"/>
          <w:sz w:val="21"/>
          <w:szCs w:val="21"/>
        </w:rPr>
        <w:t xml:space="preserve">: 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Karlem Kulou, starostou města</w:t>
      </w:r>
    </w:p>
    <w:p w14:paraId="1635A740" w14:textId="77C24518" w:rsidR="00C74DF2" w:rsidRPr="005E680F" w:rsidRDefault="00C74DF2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ve věcech technických: </w:t>
      </w:r>
      <w:r>
        <w:rPr>
          <w:rFonts w:ascii="Calibri Light" w:hAnsi="Calibri Light" w:cs="Calibri Light"/>
          <w:sz w:val="21"/>
          <w:szCs w:val="21"/>
        </w:rPr>
        <w:tab/>
      </w:r>
      <w:r w:rsidR="000D2C22">
        <w:rPr>
          <w:rFonts w:ascii="Calibri Light" w:hAnsi="Calibri Light" w:cs="Calibri Light"/>
          <w:sz w:val="21"/>
          <w:szCs w:val="21"/>
        </w:rPr>
        <w:t xml:space="preserve">Ing. Robin </w:t>
      </w:r>
      <w:proofErr w:type="spellStart"/>
      <w:r w:rsidR="000D2C22">
        <w:rPr>
          <w:rFonts w:ascii="Calibri Light" w:hAnsi="Calibri Light" w:cs="Calibri Light"/>
          <w:sz w:val="21"/>
          <w:szCs w:val="21"/>
        </w:rPr>
        <w:t>Guziur</w:t>
      </w:r>
      <w:proofErr w:type="spellEnd"/>
      <w:r>
        <w:rPr>
          <w:rFonts w:ascii="Calibri Light" w:hAnsi="Calibri Light" w:cs="Calibri Light"/>
          <w:sz w:val="21"/>
          <w:szCs w:val="21"/>
        </w:rPr>
        <w:tab/>
      </w:r>
    </w:p>
    <w:p w14:paraId="2BEFB3F2" w14:textId="2EB28E88" w:rsidR="005E680F" w:rsidRDefault="005E680F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IČO: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00297437</w:t>
      </w:r>
    </w:p>
    <w:p w14:paraId="6FB6B146" w14:textId="0ED9979B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>+420</w:t>
      </w:r>
      <w:r w:rsidR="000D2C22">
        <w:rPr>
          <w:rFonts w:ascii="Calibri Light" w:hAnsi="Calibri Light" w:cs="Calibri Light"/>
          <w:sz w:val="21"/>
          <w:szCs w:val="21"/>
        </w:rPr>
        <w:t> 724 755 273</w:t>
      </w:r>
    </w:p>
    <w:p w14:paraId="4EBBC742" w14:textId="1F8252D3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e-mail: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5E680F">
        <w:rPr>
          <w:rFonts w:ascii="Calibri Light" w:hAnsi="Calibri Light" w:cs="Calibri Light"/>
        </w:rPr>
        <w:t xml:space="preserve"> </w:t>
      </w:r>
      <w:hyperlink r:id="rId9" w:history="1">
        <w:r w:rsidR="00F85B7D" w:rsidRPr="00023CF5">
          <w:rPr>
            <w:rStyle w:val="Hypertextovodkaz"/>
            <w:rFonts w:ascii="Calibri Light" w:hAnsi="Calibri Light" w:cs="Calibri Light"/>
          </w:rPr>
          <w:t>guziur@tesin.cz</w:t>
        </w:r>
      </w:hyperlink>
      <w:r w:rsidR="00F85B7D">
        <w:rPr>
          <w:rFonts w:ascii="Calibri Light" w:hAnsi="Calibri Light" w:cs="Calibri Light"/>
        </w:rPr>
        <w:t xml:space="preserve"> </w:t>
      </w:r>
      <w:r w:rsidR="000D2C22">
        <w:rPr>
          <w:rFonts w:ascii="Calibri Light" w:hAnsi="Calibri Light" w:cs="Calibri Light"/>
        </w:rPr>
        <w:t xml:space="preserve"> </w:t>
      </w:r>
    </w:p>
    <w:p w14:paraId="1C85229B" w14:textId="596970EE" w:rsidR="0049069D" w:rsidRPr="00CE5235" w:rsidRDefault="0049069D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CE5235">
        <w:rPr>
          <w:rFonts w:ascii="Calibri Light" w:hAnsi="Calibri Light" w:cs="Calibri Light"/>
          <w:sz w:val="21"/>
          <w:szCs w:val="21"/>
        </w:rPr>
        <w:t xml:space="preserve">) </w:t>
      </w:r>
    </w:p>
    <w:p w14:paraId="3A8D6349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5D26AC3A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a</w:t>
      </w:r>
    </w:p>
    <w:p w14:paraId="2FAA1C91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2C16A4F1" w14:textId="375949B6" w:rsidR="001140BC" w:rsidRPr="00CE5235" w:rsidRDefault="005717D6" w:rsidP="00C74DF2">
      <w:pPr>
        <w:pStyle w:val="Nadpis1"/>
        <w:numPr>
          <w:ilvl w:val="0"/>
          <w:numId w:val="43"/>
        </w:numPr>
        <w:spacing w:before="40" w:after="40"/>
        <w:ind w:hanging="216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Pr="00CE5235">
        <w:rPr>
          <w:rFonts w:ascii="Calibri Light" w:hAnsi="Calibri Light" w:cs="Calibri Light"/>
          <w:sz w:val="21"/>
          <w:szCs w:val="21"/>
          <w:highlight w:val="yellow"/>
        </w:rPr>
      </w: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CB407F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0"/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BC28937" w14:textId="75C937B9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CB407F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</w:p>
    <w:p w14:paraId="7116F0BF" w14:textId="6BA22882" w:rsidR="000E00FE" w:rsidRPr="00CE5235" w:rsidRDefault="001140BC" w:rsidP="00C74DF2">
      <w:pPr>
        <w:pStyle w:val="Normln3"/>
        <w:tabs>
          <w:tab w:val="num" w:pos="426"/>
          <w:tab w:val="left" w:pos="2127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CB407F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  <w:r w:rsidR="005717D6" w:rsidRPr="00CE5235">
        <w:rPr>
          <w:rFonts w:ascii="Calibri Light" w:hAnsi="Calibri Light" w:cs="Calibri Light"/>
          <w:sz w:val="21"/>
          <w:szCs w:val="21"/>
        </w:rPr>
        <w:tab/>
      </w:r>
    </w:p>
    <w:p w14:paraId="181ED3A3" w14:textId="2AAE1BF4" w:rsidR="001140BC" w:rsidRPr="00CE5235" w:rsidRDefault="000E00FE" w:rsidP="00C74DF2">
      <w:pPr>
        <w:pStyle w:val="Normln3"/>
        <w:tabs>
          <w:tab w:val="num" w:pos="426"/>
          <w:tab w:val="left" w:pos="2127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CB407F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1A9DE9E" w14:textId="355AC421" w:rsidR="001140BC" w:rsidRPr="00CE5235" w:rsidRDefault="001140BC" w:rsidP="00C74DF2">
      <w:pPr>
        <w:pStyle w:val="Normln3"/>
        <w:tabs>
          <w:tab w:val="left" w:pos="2127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CB407F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1CCE3B67" w14:textId="276848AD" w:rsidR="001140BC" w:rsidRPr="00CE5235" w:rsidRDefault="001140BC" w:rsidP="00C74DF2">
      <w:pPr>
        <w:pStyle w:val="NormlnIMP0"/>
        <w:tabs>
          <w:tab w:val="left" w:pos="2127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CB407F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2EC99664" w14:textId="10D72CFF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CB407F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069B481C" w14:textId="233A1A05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CB407F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0E29FC1E" w14:textId="5B0E8A98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č. účtu:</w:t>
      </w:r>
      <w:r w:rsidR="00DC35F4"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CB407F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8"/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7BB9C93C" w14:textId="77777777" w:rsidR="006A1966" w:rsidRPr="00CE5235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6A1966"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="006A1966" w:rsidRPr="00CE5235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="006A1966" w:rsidRPr="00CE5235">
        <w:rPr>
          <w:rFonts w:ascii="Calibri Light" w:hAnsi="Calibri Light" w:cs="Calibri Light"/>
          <w:sz w:val="21"/>
          <w:szCs w:val="21"/>
        </w:rPr>
        <w:t>)</w:t>
      </w:r>
    </w:p>
    <w:p w14:paraId="216A07CC" w14:textId="77777777" w:rsidR="00C27259" w:rsidRPr="00CE5235" w:rsidRDefault="00C27259" w:rsidP="006A1966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</w:p>
    <w:p w14:paraId="7BB9E077" w14:textId="5EC686D7" w:rsidR="00BB3E37" w:rsidRPr="00CE5235" w:rsidRDefault="0049069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CE5235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CE5235">
        <w:rPr>
          <w:rFonts w:ascii="Calibri Light" w:hAnsi="Calibri Light" w:cs="Calibri Light"/>
          <w:sz w:val="21"/>
          <w:szCs w:val="21"/>
        </w:rPr>
        <w:t xml:space="preserve">zákoníku v platném znění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občanský zákoník</w:t>
      </w:r>
      <w:r w:rsidRPr="00CE5235">
        <w:rPr>
          <w:rFonts w:ascii="Calibri Light" w:hAnsi="Calibri Light" w:cs="Calibri Light"/>
          <w:sz w:val="21"/>
          <w:szCs w:val="21"/>
        </w:rPr>
        <w:t>) kupní smlouvu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24E540C0" w14:textId="77777777" w:rsidR="000B7ACD" w:rsidRPr="00CE5235" w:rsidRDefault="000B7AC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09F1C19F" w14:textId="77777777" w:rsidR="00861F25" w:rsidRPr="00CE5235" w:rsidRDefault="00861F25" w:rsidP="0029740D">
      <w:pPr>
        <w:pStyle w:val="Bezmezer"/>
      </w:pPr>
    </w:p>
    <w:p w14:paraId="1A9DA943" w14:textId="012FC08C" w:rsidR="00BB3E37" w:rsidRPr="00CE5235" w:rsidRDefault="00BF5035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Předmět a míst</w:t>
      </w:r>
      <w:r w:rsidR="0037446B" w:rsidRPr="00CE5235">
        <w:rPr>
          <w:rFonts w:ascii="Calibri Light" w:hAnsi="Calibri Light" w:cs="Calibri Light"/>
          <w:bCs/>
          <w:sz w:val="21"/>
          <w:szCs w:val="21"/>
        </w:rPr>
        <w:t>o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 xml:space="preserve"> plnění</w:t>
      </w:r>
    </w:p>
    <w:p w14:paraId="2D73212B" w14:textId="1C76C2E8" w:rsidR="00060BB3" w:rsidRPr="00E21702" w:rsidRDefault="001140BC" w:rsidP="00E21702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21702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E21702">
        <w:rPr>
          <w:rFonts w:ascii="Calibri Light" w:hAnsi="Calibri Light" w:cs="Calibri Light"/>
          <w:sz w:val="21"/>
          <w:szCs w:val="21"/>
        </w:rPr>
        <w:t xml:space="preserve">plnění dle </w:t>
      </w:r>
      <w:r w:rsidR="0082315B" w:rsidRPr="00E21702">
        <w:rPr>
          <w:rFonts w:ascii="Calibri Light" w:hAnsi="Calibri Light" w:cs="Calibri Light"/>
          <w:sz w:val="21"/>
          <w:szCs w:val="21"/>
        </w:rPr>
        <w:t>smlouvy</w:t>
      </w:r>
      <w:r w:rsidR="00EA01F3" w:rsidRPr="00E21702">
        <w:rPr>
          <w:rFonts w:ascii="Calibri Light" w:hAnsi="Calibri Light" w:cs="Calibri Light"/>
          <w:sz w:val="21"/>
          <w:szCs w:val="21"/>
        </w:rPr>
        <w:t xml:space="preserve"> je plnění předmětu </w:t>
      </w:r>
      <w:r w:rsidR="005E680F" w:rsidRPr="00E21702">
        <w:rPr>
          <w:rFonts w:ascii="Calibri Light" w:hAnsi="Calibri Light" w:cs="Calibri Light"/>
          <w:sz w:val="21"/>
          <w:szCs w:val="21"/>
        </w:rPr>
        <w:t>zadávacího řízení</w:t>
      </w:r>
      <w:r w:rsidR="00EA01F3" w:rsidRPr="00E21702">
        <w:rPr>
          <w:rFonts w:ascii="Calibri Light" w:hAnsi="Calibri Light" w:cs="Calibri Light"/>
          <w:sz w:val="21"/>
          <w:szCs w:val="21"/>
        </w:rPr>
        <w:t xml:space="preserve"> </w:t>
      </w:r>
      <w:r w:rsidRPr="00E21702">
        <w:rPr>
          <w:rFonts w:ascii="Calibri Light" w:hAnsi="Calibri Light" w:cs="Calibri Light"/>
          <w:sz w:val="21"/>
          <w:szCs w:val="21"/>
        </w:rPr>
        <w:t>„</w:t>
      </w:r>
      <w:r w:rsidR="00E21702" w:rsidRPr="00E21702">
        <w:rPr>
          <w:rFonts w:ascii="Calibri Light" w:hAnsi="Calibri Light" w:cs="Calibri Light"/>
          <w:sz w:val="21"/>
          <w:szCs w:val="21"/>
        </w:rPr>
        <w:t xml:space="preserve">Moderní výukové metody na </w:t>
      </w:r>
      <w:r w:rsidR="00E967AC">
        <w:rPr>
          <w:rFonts w:ascii="Calibri Light" w:hAnsi="Calibri Light" w:cs="Calibri Light"/>
          <w:sz w:val="21"/>
          <w:szCs w:val="21"/>
        </w:rPr>
        <w:t>základních školách</w:t>
      </w:r>
      <w:r w:rsidR="00E21702" w:rsidRPr="00E21702">
        <w:rPr>
          <w:rFonts w:ascii="Calibri Light" w:hAnsi="Calibri Light" w:cs="Calibri Light"/>
          <w:sz w:val="21"/>
          <w:szCs w:val="21"/>
        </w:rPr>
        <w:t xml:space="preserve"> v Českém Těšíně – Dodávky</w:t>
      </w:r>
      <w:r w:rsidR="00333F59" w:rsidRPr="00E21702">
        <w:rPr>
          <w:rFonts w:ascii="Calibri Light" w:hAnsi="Calibri Light" w:cs="Calibri Light"/>
          <w:sz w:val="21"/>
          <w:szCs w:val="21"/>
        </w:rPr>
        <w:t>, 1. část „</w:t>
      </w:r>
      <w:r w:rsidR="00E21702" w:rsidRPr="00E21702">
        <w:rPr>
          <w:rFonts w:ascii="Calibri Light" w:hAnsi="Calibri Light" w:cs="Calibri Light"/>
          <w:sz w:val="21"/>
          <w:szCs w:val="21"/>
        </w:rPr>
        <w:t>Nábytek</w:t>
      </w:r>
      <w:r w:rsidR="00333F59" w:rsidRPr="00E21702">
        <w:rPr>
          <w:rFonts w:ascii="Calibri Light" w:hAnsi="Calibri Light" w:cs="Calibri Light"/>
          <w:sz w:val="21"/>
          <w:szCs w:val="21"/>
        </w:rPr>
        <w:t>“</w:t>
      </w:r>
      <w:r w:rsidR="008423ED" w:rsidRPr="00E21702">
        <w:rPr>
          <w:rFonts w:ascii="Calibri Light" w:hAnsi="Calibri Light" w:cs="Calibri Light"/>
          <w:sz w:val="21"/>
          <w:szCs w:val="21"/>
        </w:rPr>
        <w:t xml:space="preserve">“, </w:t>
      </w:r>
      <w:r w:rsidR="00E27B8F" w:rsidRPr="00E21702">
        <w:rPr>
          <w:rFonts w:ascii="Calibri Light" w:hAnsi="Calibri Light" w:cs="Calibri Light"/>
          <w:sz w:val="21"/>
          <w:szCs w:val="21"/>
        </w:rPr>
        <w:t xml:space="preserve">tj. </w:t>
      </w:r>
      <w:r w:rsidR="005A0C36" w:rsidRPr="00E21702">
        <w:rPr>
          <w:rFonts w:ascii="Calibri Light" w:hAnsi="Calibri Light" w:cs="Calibri Light"/>
          <w:sz w:val="21"/>
          <w:szCs w:val="21"/>
        </w:rPr>
        <w:t xml:space="preserve">dodávka </w:t>
      </w:r>
      <w:r w:rsidR="00E21702" w:rsidRPr="00E21702">
        <w:rPr>
          <w:rFonts w:ascii="Calibri Light" w:hAnsi="Calibri Light" w:cs="Calibri Light"/>
          <w:sz w:val="21"/>
          <w:szCs w:val="21"/>
        </w:rPr>
        <w:t>vybavení odborných učeben nábytkem a interiérovým vybavením. Součástí dodávky nábytku je i jeho doprava, vynáška, montáž, ustavení, mani</w:t>
      </w:r>
      <w:r w:rsidR="00E21702">
        <w:rPr>
          <w:rFonts w:ascii="Calibri Light" w:hAnsi="Calibri Light" w:cs="Calibri Light"/>
          <w:sz w:val="21"/>
          <w:szCs w:val="21"/>
        </w:rPr>
        <w:t>pulace</w:t>
      </w:r>
      <w:r w:rsidR="00E21702" w:rsidRPr="00E21702">
        <w:rPr>
          <w:rFonts w:ascii="Calibri Light" w:hAnsi="Calibri Light" w:cs="Calibri Light"/>
          <w:sz w:val="21"/>
          <w:szCs w:val="21"/>
        </w:rPr>
        <w:t xml:space="preserve"> </w:t>
      </w:r>
      <w:r w:rsidR="006A03D0" w:rsidRPr="00E21702">
        <w:rPr>
          <w:rFonts w:ascii="Calibri Light" w:hAnsi="Calibri Light" w:cs="Calibri Light"/>
          <w:sz w:val="21"/>
          <w:szCs w:val="21"/>
        </w:rPr>
        <w:t xml:space="preserve">(dále jen </w:t>
      </w:r>
      <w:r w:rsidR="006A03D0" w:rsidRPr="00E21702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6A03D0" w:rsidRPr="00E21702">
        <w:rPr>
          <w:rFonts w:ascii="Calibri Light" w:hAnsi="Calibri Light" w:cs="Calibri Light"/>
          <w:sz w:val="21"/>
          <w:szCs w:val="21"/>
        </w:rPr>
        <w:t>)</w:t>
      </w:r>
      <w:r w:rsidR="00DD51CA" w:rsidRPr="00E21702">
        <w:rPr>
          <w:rFonts w:ascii="Calibri Light" w:hAnsi="Calibri Light" w:cs="Calibri Light"/>
          <w:sz w:val="21"/>
          <w:szCs w:val="21"/>
        </w:rPr>
        <w:t>.</w:t>
      </w:r>
      <w:r w:rsidR="00BD4E65" w:rsidRPr="00E21702">
        <w:rPr>
          <w:rFonts w:ascii="Calibri Light" w:hAnsi="Calibri Light" w:cs="Calibri Light"/>
          <w:sz w:val="21"/>
          <w:szCs w:val="21"/>
        </w:rPr>
        <w:t xml:space="preserve"> </w:t>
      </w:r>
      <w:r w:rsidR="00516573">
        <w:rPr>
          <w:rFonts w:ascii="Calibri Light" w:hAnsi="Calibri Light" w:cs="Calibri Light"/>
          <w:sz w:val="21"/>
          <w:szCs w:val="21"/>
        </w:rPr>
        <w:t>Předmět</w:t>
      </w:r>
      <w:r w:rsidR="00133B74" w:rsidRPr="00E21702">
        <w:rPr>
          <w:rFonts w:ascii="Calibri Light" w:hAnsi="Calibri Light" w:cs="Calibri Light"/>
          <w:sz w:val="21"/>
          <w:szCs w:val="21"/>
        </w:rPr>
        <w:t xml:space="preserve"> plnění veřejné zakázky</w:t>
      </w:r>
      <w:r w:rsidR="00516573">
        <w:rPr>
          <w:rFonts w:ascii="Calibri Light" w:hAnsi="Calibri Light" w:cs="Calibri Light"/>
          <w:sz w:val="21"/>
          <w:szCs w:val="21"/>
        </w:rPr>
        <w:t xml:space="preserve"> včetně rozsahu</w:t>
      </w:r>
      <w:r w:rsidR="00133B74" w:rsidRPr="00E21702">
        <w:rPr>
          <w:rFonts w:ascii="Calibri Light" w:hAnsi="Calibri Light" w:cs="Calibri Light"/>
          <w:sz w:val="21"/>
          <w:szCs w:val="21"/>
        </w:rPr>
        <w:t xml:space="preserve"> </w:t>
      </w:r>
      <w:r w:rsidR="00516573">
        <w:rPr>
          <w:rFonts w:ascii="Calibri Light" w:hAnsi="Calibri Light" w:cs="Calibri Light"/>
          <w:sz w:val="21"/>
          <w:szCs w:val="21"/>
        </w:rPr>
        <w:t>je</w:t>
      </w:r>
      <w:r w:rsidR="00133B74" w:rsidRPr="00E21702">
        <w:rPr>
          <w:rFonts w:ascii="Calibri Light" w:hAnsi="Calibri Light" w:cs="Calibri Light"/>
          <w:sz w:val="21"/>
          <w:szCs w:val="21"/>
        </w:rPr>
        <w:t xml:space="preserve"> popsán v technické specifikaci </w:t>
      </w:r>
      <w:r w:rsidR="00516573">
        <w:rPr>
          <w:rFonts w:ascii="Calibri Light" w:hAnsi="Calibri Light" w:cs="Calibri Light"/>
          <w:sz w:val="21"/>
          <w:szCs w:val="21"/>
        </w:rPr>
        <w:t>položkového</w:t>
      </w:r>
      <w:r w:rsidR="00133B74" w:rsidRPr="00E21702">
        <w:rPr>
          <w:rFonts w:ascii="Calibri Light" w:hAnsi="Calibri Light" w:cs="Calibri Light"/>
          <w:sz w:val="21"/>
          <w:szCs w:val="21"/>
        </w:rPr>
        <w:t xml:space="preserve"> rozpočtu</w:t>
      </w:r>
      <w:r w:rsidR="00516573">
        <w:rPr>
          <w:rFonts w:ascii="Calibri Light" w:hAnsi="Calibri Light" w:cs="Calibri Light"/>
          <w:sz w:val="21"/>
          <w:szCs w:val="21"/>
        </w:rPr>
        <w:t>, příloze č. 1 smlouvy</w:t>
      </w:r>
      <w:r w:rsidR="00160C26" w:rsidRPr="00E21702">
        <w:rPr>
          <w:rFonts w:ascii="Calibri Light" w:hAnsi="Calibri Light" w:cs="Calibri Light"/>
          <w:sz w:val="21"/>
          <w:szCs w:val="21"/>
        </w:rPr>
        <w:t>.</w:t>
      </w:r>
      <w:r w:rsidRPr="00E21702">
        <w:rPr>
          <w:rFonts w:ascii="Calibri Light" w:hAnsi="Calibri Light" w:cs="Calibri Light"/>
          <w:sz w:val="21"/>
          <w:szCs w:val="21"/>
        </w:rPr>
        <w:t xml:space="preserve"> </w:t>
      </w:r>
      <w:bookmarkStart w:id="9" w:name="_Hlk510989554"/>
    </w:p>
    <w:p w14:paraId="34CC4072" w14:textId="3FA45B25" w:rsidR="00DC35F4" w:rsidRPr="00516573" w:rsidRDefault="00060BB3" w:rsidP="006F24DF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Místem plnění je: </w:t>
      </w:r>
      <w:bookmarkEnd w:id="9"/>
    </w:p>
    <w:p w14:paraId="53A6C50B" w14:textId="77777777" w:rsidR="00516573" w:rsidRPr="00516573" w:rsidRDefault="00516573" w:rsidP="00516573">
      <w:pPr>
        <w:pStyle w:val="Bezmezer"/>
        <w:ind w:left="567" w:hanging="283"/>
        <w:rPr>
          <w:rFonts w:ascii="Calibri Light" w:hAnsi="Calibri Light" w:cs="Calibri Light"/>
          <w:sz w:val="21"/>
          <w:szCs w:val="21"/>
        </w:rPr>
      </w:pPr>
      <w:r w:rsidRPr="00516573">
        <w:rPr>
          <w:rFonts w:ascii="Calibri Light" w:hAnsi="Calibri Light" w:cs="Calibri Light"/>
          <w:sz w:val="21"/>
          <w:szCs w:val="21"/>
        </w:rPr>
        <w:t>SO 01 - Základní škola a mateřská škola Český Těšín Hrabina, příspěvková organizace</w:t>
      </w:r>
    </w:p>
    <w:p w14:paraId="3FE21196" w14:textId="77777777" w:rsidR="00516573" w:rsidRPr="00516573" w:rsidRDefault="00516573" w:rsidP="00516573">
      <w:pPr>
        <w:pStyle w:val="Bezmezer"/>
        <w:ind w:left="567" w:hanging="283"/>
        <w:rPr>
          <w:rFonts w:ascii="Calibri Light" w:hAnsi="Calibri Light" w:cs="Calibri Light"/>
          <w:sz w:val="21"/>
          <w:szCs w:val="21"/>
        </w:rPr>
      </w:pPr>
      <w:r w:rsidRPr="00516573">
        <w:rPr>
          <w:rFonts w:ascii="Calibri Light" w:hAnsi="Calibri Light" w:cs="Calibri Light"/>
          <w:sz w:val="21"/>
          <w:szCs w:val="21"/>
        </w:rPr>
        <w:t xml:space="preserve">Budova č.p. 1740, ul. Slezská, na </w:t>
      </w:r>
      <w:proofErr w:type="spellStart"/>
      <w:r w:rsidRPr="00516573">
        <w:rPr>
          <w:rFonts w:ascii="Calibri Light" w:hAnsi="Calibri Light" w:cs="Calibri Light"/>
          <w:sz w:val="21"/>
          <w:szCs w:val="21"/>
        </w:rPr>
        <w:t>p.p.č</w:t>
      </w:r>
      <w:proofErr w:type="spellEnd"/>
      <w:r w:rsidRPr="00516573">
        <w:rPr>
          <w:rFonts w:ascii="Calibri Light" w:hAnsi="Calibri Light" w:cs="Calibri Light"/>
          <w:sz w:val="21"/>
          <w:szCs w:val="21"/>
        </w:rPr>
        <w:t>. 3042/35, Český Těšín</w:t>
      </w:r>
    </w:p>
    <w:p w14:paraId="5EC9721F" w14:textId="77777777" w:rsidR="00516573" w:rsidRPr="00516573" w:rsidRDefault="00516573" w:rsidP="00516573">
      <w:pPr>
        <w:pStyle w:val="Bezmezer"/>
        <w:ind w:left="567" w:hanging="283"/>
        <w:rPr>
          <w:rFonts w:ascii="Calibri Light" w:hAnsi="Calibri Light" w:cs="Calibri Light"/>
          <w:sz w:val="21"/>
          <w:szCs w:val="21"/>
        </w:rPr>
      </w:pPr>
      <w:r w:rsidRPr="00516573">
        <w:rPr>
          <w:rFonts w:ascii="Calibri Light" w:hAnsi="Calibri Light" w:cs="Calibri Light"/>
          <w:sz w:val="21"/>
          <w:szCs w:val="21"/>
        </w:rPr>
        <w:tab/>
        <w:t>SO 01-101 - jazyková učebna 68</w:t>
      </w:r>
    </w:p>
    <w:p w14:paraId="712BE5CD" w14:textId="77777777" w:rsidR="00516573" w:rsidRPr="00516573" w:rsidRDefault="00516573" w:rsidP="00516573">
      <w:pPr>
        <w:pStyle w:val="Bezmezer"/>
        <w:ind w:left="567" w:hanging="283"/>
        <w:rPr>
          <w:rFonts w:ascii="Calibri Light" w:hAnsi="Calibri Light" w:cs="Calibri Light"/>
          <w:sz w:val="21"/>
          <w:szCs w:val="21"/>
        </w:rPr>
      </w:pPr>
      <w:r w:rsidRPr="00516573">
        <w:rPr>
          <w:rFonts w:ascii="Calibri Light" w:hAnsi="Calibri Light" w:cs="Calibri Light"/>
          <w:sz w:val="21"/>
          <w:szCs w:val="21"/>
        </w:rPr>
        <w:tab/>
        <w:t>SO 01-102 - polytechnická učebna 92 a 93</w:t>
      </w:r>
    </w:p>
    <w:p w14:paraId="3C1BE1CF" w14:textId="77777777" w:rsidR="00516573" w:rsidRPr="00516573" w:rsidRDefault="00516573" w:rsidP="00516573">
      <w:pPr>
        <w:pStyle w:val="Bezmezer"/>
        <w:ind w:left="567" w:hanging="283"/>
        <w:rPr>
          <w:rFonts w:ascii="Calibri Light" w:hAnsi="Calibri Light" w:cs="Calibri Light"/>
          <w:sz w:val="21"/>
          <w:szCs w:val="21"/>
        </w:rPr>
      </w:pPr>
      <w:r w:rsidRPr="00516573">
        <w:rPr>
          <w:rFonts w:ascii="Calibri Light" w:hAnsi="Calibri Light" w:cs="Calibri Light"/>
          <w:sz w:val="21"/>
          <w:szCs w:val="21"/>
        </w:rPr>
        <w:tab/>
        <w:t>SO 01-103 - multimediální učebna 26</w:t>
      </w:r>
    </w:p>
    <w:p w14:paraId="14B2911A" w14:textId="77777777" w:rsidR="00516573" w:rsidRPr="00516573" w:rsidRDefault="00516573" w:rsidP="00516573">
      <w:pPr>
        <w:pStyle w:val="Bezmezer"/>
        <w:ind w:left="567" w:hanging="283"/>
        <w:rPr>
          <w:rFonts w:ascii="Calibri Light" w:hAnsi="Calibri Light" w:cs="Calibri Light"/>
          <w:sz w:val="21"/>
          <w:szCs w:val="21"/>
        </w:rPr>
      </w:pPr>
      <w:r w:rsidRPr="00516573">
        <w:rPr>
          <w:rFonts w:ascii="Calibri Light" w:hAnsi="Calibri Light" w:cs="Calibri Light"/>
          <w:sz w:val="21"/>
          <w:szCs w:val="21"/>
        </w:rPr>
        <w:t xml:space="preserve">Budova č.p. 1710, ul. Ostravská, na </w:t>
      </w:r>
      <w:proofErr w:type="spellStart"/>
      <w:r w:rsidRPr="00516573">
        <w:rPr>
          <w:rFonts w:ascii="Calibri Light" w:hAnsi="Calibri Light" w:cs="Calibri Light"/>
          <w:sz w:val="21"/>
          <w:szCs w:val="21"/>
        </w:rPr>
        <w:t>p.p.č</w:t>
      </w:r>
      <w:proofErr w:type="spellEnd"/>
      <w:r w:rsidRPr="00516573">
        <w:rPr>
          <w:rFonts w:ascii="Calibri Light" w:hAnsi="Calibri Light" w:cs="Calibri Light"/>
          <w:sz w:val="21"/>
          <w:szCs w:val="21"/>
        </w:rPr>
        <w:t>. 1060/64, Český Těšín</w:t>
      </w:r>
    </w:p>
    <w:p w14:paraId="21755030" w14:textId="77777777" w:rsidR="00516573" w:rsidRDefault="00516573" w:rsidP="00516573">
      <w:pPr>
        <w:pStyle w:val="Bezmezer"/>
        <w:ind w:left="567" w:hanging="283"/>
        <w:rPr>
          <w:rFonts w:ascii="Calibri Light" w:hAnsi="Calibri Light" w:cs="Calibri Light"/>
          <w:sz w:val="21"/>
          <w:szCs w:val="21"/>
        </w:rPr>
      </w:pPr>
      <w:r w:rsidRPr="00516573">
        <w:rPr>
          <w:rFonts w:ascii="Calibri Light" w:hAnsi="Calibri Light" w:cs="Calibri Light"/>
          <w:sz w:val="21"/>
          <w:szCs w:val="21"/>
        </w:rPr>
        <w:tab/>
        <w:t>SO 01-104 - multimediální učebna 90</w:t>
      </w:r>
    </w:p>
    <w:p w14:paraId="2E992F71" w14:textId="5277DA15" w:rsidR="008341F2" w:rsidRPr="00516573" w:rsidRDefault="008341F2" w:rsidP="008341F2">
      <w:pPr>
        <w:pStyle w:val="Bezmezer"/>
        <w:ind w:left="567" w:hanging="283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(dále jen </w:t>
      </w:r>
      <w:r w:rsidRPr="00977B98">
        <w:rPr>
          <w:rFonts w:ascii="Calibri Light" w:hAnsi="Calibri Light" w:cs="Calibri Light"/>
          <w:b/>
          <w:bCs/>
          <w:sz w:val="21"/>
          <w:szCs w:val="21"/>
        </w:rPr>
        <w:t>ZŠ Hrabina</w:t>
      </w:r>
      <w:r>
        <w:rPr>
          <w:rFonts w:ascii="Calibri Light" w:hAnsi="Calibri Light" w:cs="Calibri Light"/>
          <w:sz w:val="21"/>
          <w:szCs w:val="21"/>
        </w:rPr>
        <w:t>)</w:t>
      </w:r>
    </w:p>
    <w:p w14:paraId="2C920EB1" w14:textId="77777777" w:rsidR="00516573" w:rsidRPr="00516573" w:rsidRDefault="00516573" w:rsidP="00516573">
      <w:pPr>
        <w:pStyle w:val="Bezmezer"/>
        <w:ind w:left="567" w:hanging="283"/>
        <w:rPr>
          <w:rFonts w:ascii="Calibri Light" w:hAnsi="Calibri Light" w:cs="Calibri Light"/>
          <w:sz w:val="21"/>
          <w:szCs w:val="21"/>
        </w:rPr>
      </w:pPr>
      <w:r w:rsidRPr="00516573">
        <w:rPr>
          <w:rFonts w:ascii="Calibri Light" w:hAnsi="Calibri Light" w:cs="Calibri Light"/>
          <w:sz w:val="21"/>
          <w:szCs w:val="21"/>
        </w:rPr>
        <w:lastRenderedPageBreak/>
        <w:t>SO 03 - Základní škola a mateřská škola Český Těšín Pod Zvonek, příspěvková organizace</w:t>
      </w:r>
    </w:p>
    <w:p w14:paraId="7A4A5A30" w14:textId="77777777" w:rsidR="00516573" w:rsidRPr="00516573" w:rsidRDefault="00516573" w:rsidP="00516573">
      <w:pPr>
        <w:pStyle w:val="Bezmezer"/>
        <w:ind w:left="567" w:hanging="283"/>
        <w:rPr>
          <w:rFonts w:ascii="Calibri Light" w:hAnsi="Calibri Light" w:cs="Calibri Light"/>
          <w:sz w:val="21"/>
          <w:szCs w:val="21"/>
        </w:rPr>
      </w:pPr>
      <w:r w:rsidRPr="00516573">
        <w:rPr>
          <w:rFonts w:ascii="Calibri Light" w:hAnsi="Calibri Light" w:cs="Calibri Light"/>
          <w:sz w:val="21"/>
          <w:szCs w:val="21"/>
        </w:rPr>
        <w:t xml:space="preserve">Budova č.p. 1835, ul. Pod Zvonek, na </w:t>
      </w:r>
      <w:proofErr w:type="spellStart"/>
      <w:r w:rsidRPr="00516573">
        <w:rPr>
          <w:rFonts w:ascii="Calibri Light" w:hAnsi="Calibri Light" w:cs="Calibri Light"/>
          <w:sz w:val="21"/>
          <w:szCs w:val="21"/>
        </w:rPr>
        <w:t>p.p.č</w:t>
      </w:r>
      <w:proofErr w:type="spellEnd"/>
      <w:r w:rsidRPr="00516573">
        <w:rPr>
          <w:rFonts w:ascii="Calibri Light" w:hAnsi="Calibri Light" w:cs="Calibri Light"/>
          <w:sz w:val="21"/>
          <w:szCs w:val="21"/>
        </w:rPr>
        <w:t>. 1893/125, Český Těšín</w:t>
      </w:r>
    </w:p>
    <w:p w14:paraId="1172E4FE" w14:textId="77777777" w:rsidR="00516573" w:rsidRPr="00516573" w:rsidRDefault="00516573" w:rsidP="00516573">
      <w:pPr>
        <w:pStyle w:val="Bezmezer"/>
        <w:ind w:left="567" w:hanging="283"/>
        <w:rPr>
          <w:rFonts w:ascii="Calibri Light" w:hAnsi="Calibri Light" w:cs="Calibri Light"/>
          <w:sz w:val="21"/>
          <w:szCs w:val="21"/>
        </w:rPr>
      </w:pPr>
      <w:r w:rsidRPr="00516573">
        <w:rPr>
          <w:rFonts w:ascii="Calibri Light" w:hAnsi="Calibri Light" w:cs="Calibri Light"/>
          <w:sz w:val="21"/>
          <w:szCs w:val="21"/>
        </w:rPr>
        <w:tab/>
        <w:t>SO 03-101 – učebna 213 c</w:t>
      </w:r>
    </w:p>
    <w:p w14:paraId="41D4EC35" w14:textId="77777777" w:rsidR="008341F2" w:rsidRPr="00977B98" w:rsidRDefault="008341F2" w:rsidP="008341F2">
      <w:pPr>
        <w:pStyle w:val="Bezmezer"/>
        <w:ind w:firstLine="567"/>
        <w:rPr>
          <w:rFonts w:ascii="Calibri Light" w:hAnsi="Calibri Light" w:cs="Calibri Light"/>
          <w:sz w:val="21"/>
          <w:szCs w:val="21"/>
        </w:rPr>
      </w:pPr>
      <w:r w:rsidRPr="00977B98">
        <w:rPr>
          <w:rFonts w:ascii="Calibri Light" w:hAnsi="Calibri Light" w:cs="Calibri Light"/>
          <w:sz w:val="21"/>
          <w:szCs w:val="21"/>
        </w:rPr>
        <w:t>SO 03-102 – multimediální učebna 106 b</w:t>
      </w:r>
    </w:p>
    <w:p w14:paraId="0AF6376D" w14:textId="6B3AC05D" w:rsidR="008341F2" w:rsidRPr="00516573" w:rsidRDefault="008341F2" w:rsidP="008341F2">
      <w:pPr>
        <w:pStyle w:val="Bezmezer"/>
        <w:spacing w:after="120"/>
        <w:ind w:firstLine="284"/>
        <w:rPr>
          <w:rFonts w:ascii="Calibri Light" w:hAnsi="Calibri Light" w:cs="Calibri Light"/>
          <w:sz w:val="21"/>
          <w:szCs w:val="21"/>
        </w:rPr>
      </w:pPr>
      <w:r w:rsidRPr="00977B98">
        <w:rPr>
          <w:rFonts w:ascii="Calibri Light" w:hAnsi="Calibri Light" w:cs="Calibri Light"/>
          <w:sz w:val="21"/>
          <w:szCs w:val="21"/>
        </w:rPr>
        <w:t xml:space="preserve">(dále jen </w:t>
      </w:r>
      <w:r w:rsidRPr="00977B98">
        <w:rPr>
          <w:rFonts w:ascii="Calibri Light" w:hAnsi="Calibri Light" w:cs="Calibri Light"/>
          <w:b/>
          <w:bCs/>
          <w:sz w:val="21"/>
          <w:szCs w:val="21"/>
        </w:rPr>
        <w:t xml:space="preserve">ZŠ </w:t>
      </w:r>
      <w:r>
        <w:rPr>
          <w:rFonts w:ascii="Calibri Light" w:hAnsi="Calibri Light" w:cs="Calibri Light"/>
          <w:b/>
          <w:bCs/>
          <w:sz w:val="21"/>
          <w:szCs w:val="21"/>
        </w:rPr>
        <w:t>Pod Zvonek</w:t>
      </w:r>
      <w:r w:rsidRPr="00977B98">
        <w:rPr>
          <w:rFonts w:ascii="Calibri Light" w:hAnsi="Calibri Light" w:cs="Calibri Light"/>
          <w:sz w:val="21"/>
          <w:szCs w:val="21"/>
        </w:rPr>
        <w:t>)</w:t>
      </w:r>
    </w:p>
    <w:p w14:paraId="1AD11661" w14:textId="53883DF5" w:rsidR="00DC35F4" w:rsidRPr="00CE5235" w:rsidRDefault="005E7D8F" w:rsidP="00B93A06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62544D38" w14:textId="27B53317" w:rsidR="00EB731B" w:rsidRPr="00CE5235" w:rsidRDefault="00EB731B" w:rsidP="00EB731B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 dodat </w:t>
      </w:r>
      <w:r w:rsidR="00A00AEC">
        <w:rPr>
          <w:rFonts w:ascii="Calibri Light" w:hAnsi="Calibri Light" w:cs="Calibri Light"/>
          <w:sz w:val="21"/>
          <w:szCs w:val="21"/>
        </w:rPr>
        <w:t xml:space="preserve">uvedený </w:t>
      </w:r>
      <w:r w:rsidRPr="00CE5235">
        <w:rPr>
          <w:rFonts w:ascii="Calibri Light" w:hAnsi="Calibri Light" w:cs="Calibri Light"/>
          <w:sz w:val="21"/>
          <w:szCs w:val="21"/>
        </w:rPr>
        <w:t xml:space="preserve">předmět koupě v místě plnění a převést na kupujícího vlastnické právo k tomuto předmětu koupě. Kupující se zavazuje zaplatit prodávajícímu za dodávku </w:t>
      </w:r>
      <w:r w:rsidR="000F22B0" w:rsidRPr="00CE5235">
        <w:rPr>
          <w:rFonts w:ascii="Calibri Light" w:hAnsi="Calibri Light" w:cs="Calibri Light"/>
          <w:sz w:val="21"/>
          <w:szCs w:val="21"/>
        </w:rPr>
        <w:t xml:space="preserve">předmětu </w:t>
      </w:r>
      <w:r w:rsidRPr="00CE5235">
        <w:rPr>
          <w:rFonts w:ascii="Calibri Light" w:hAnsi="Calibri Light" w:cs="Calibri Light"/>
          <w:sz w:val="21"/>
          <w:szCs w:val="21"/>
        </w:rPr>
        <w:t>koupě bez vad a nedodělků kupní cenu, a to na základě předávacího protokolu a soupisu dodávek.</w:t>
      </w:r>
    </w:p>
    <w:p w14:paraId="00C8EC8E" w14:textId="5B6FCD80" w:rsidR="00DF3772" w:rsidRPr="00C82FFC" w:rsidRDefault="00E967AC" w:rsidP="00C82FFC">
      <w:pPr>
        <w:pStyle w:val="Odstavecseseznamem"/>
        <w:numPr>
          <w:ilvl w:val="0"/>
          <w:numId w:val="31"/>
        </w:numPr>
        <w:ind w:left="284" w:hanging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P</w:t>
      </w:r>
      <w:r w:rsidR="00516573" w:rsidRPr="00C82FFC">
        <w:rPr>
          <w:rFonts w:ascii="Calibri Light" w:hAnsi="Calibri Light" w:cs="Calibri Light"/>
          <w:sz w:val="21"/>
          <w:szCs w:val="21"/>
        </w:rPr>
        <w:t xml:space="preserve">rojekt bude spolufinancován z prostředků EU v rámci Integrovaného regionálního operačního programu, 37. výzva IROP základní školy – SC.4.1. (ITI) a řídí se pravidly toho operačního programu. Název projektu: Moderní výukové metody na </w:t>
      </w:r>
      <w:r w:rsidR="00C82FFC" w:rsidRPr="00C82FFC">
        <w:rPr>
          <w:rFonts w:ascii="Calibri Light" w:hAnsi="Calibri Light" w:cs="Calibri Light"/>
          <w:sz w:val="21"/>
          <w:szCs w:val="21"/>
        </w:rPr>
        <w:t>základních školách</w:t>
      </w:r>
      <w:r w:rsidR="00516573" w:rsidRPr="00C82FFC">
        <w:rPr>
          <w:rFonts w:ascii="Calibri Light" w:hAnsi="Calibri Light" w:cs="Calibri Light"/>
          <w:sz w:val="21"/>
          <w:szCs w:val="21"/>
        </w:rPr>
        <w:t xml:space="preserve"> v Českém Těšíně.</w:t>
      </w:r>
      <w:r w:rsidR="00C82FFC" w:rsidRPr="00C82FFC">
        <w:rPr>
          <w:rFonts w:ascii="Calibri Light" w:hAnsi="Calibri Light" w:cs="Calibri Light"/>
          <w:sz w:val="21"/>
          <w:szCs w:val="21"/>
        </w:rPr>
        <w:t xml:space="preserve"> </w:t>
      </w:r>
      <w:r w:rsidR="003547AD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prohlašuje, že se seznámil s aktuálními pravidly (metodickými pokyny) poskytovatele dotace a zavazuje se je dodržovat.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se dále zavazuje, že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kupujícímu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nahradí veškeré škody a náklady, které mu vzniknou nebo budou muset být vynaloženy, pokud z důvodu porušení této smlouvy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prodávajícím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vznikne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kupujícímu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závazek vrátit dotaci nebo její část, poskytnutou na úhradu ceny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dodávky předmětu koupě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jejímu poskytovateli, a to i včetně penále případně vyměřeného jako důsledek porušení pravidel nakládání s veřejnými prostředky. To platí obdobně, pokud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znemožní řádný výkon kontroly orgánům, oprávněným ke kontrole účelnosti vynaložení dotačních prostředků, nepředloží jimi požadované doklady, nesplní archivační povinnost apod. </w:t>
      </w:r>
    </w:p>
    <w:p w14:paraId="7E44D0F4" w14:textId="77777777" w:rsidR="00516573" w:rsidRPr="00516573" w:rsidRDefault="00516573" w:rsidP="00516573">
      <w:pPr>
        <w:pStyle w:val="Zkladntext3"/>
        <w:tabs>
          <w:tab w:val="left" w:pos="2410"/>
        </w:tabs>
        <w:spacing w:after="80" w:line="240" w:lineRule="atLeast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3727BB42" w14:textId="1FFA778E" w:rsidR="00BB3E37" w:rsidRPr="00CE5235" w:rsidRDefault="00FE74AE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</w:t>
      </w:r>
      <w:r w:rsidR="00DC678A"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I. Cena</w:t>
      </w:r>
    </w:p>
    <w:p w14:paraId="0A47AB3F" w14:textId="0CAC8957" w:rsidR="00D2353A" w:rsidRPr="00CE5235" w:rsidRDefault="00D2353A" w:rsidP="00D2353A">
      <w:pPr>
        <w:pStyle w:val="Nadpis2"/>
        <w:numPr>
          <w:ilvl w:val="0"/>
          <w:numId w:val="32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dohodly, že cena dodávky předmětu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 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6B864E66" w:rsidR="00FE373B" w:rsidRPr="00CE5235" w:rsidRDefault="00250AD3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CB407F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2BA7FFF1" w:rsidR="00FE373B" w:rsidRPr="00CE5235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CB407F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200418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5547BA7C" w:rsidR="00FE373B" w:rsidRPr="00200418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CB407F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17412E64" w14:textId="77777777" w:rsidR="00DF0F5E" w:rsidRPr="00CE5235" w:rsidRDefault="00DF0F5E" w:rsidP="00DF0F5E">
      <w:pPr>
        <w:spacing w:after="80" w:line="240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4434B78D" w14:textId="2C73B839" w:rsidR="004C7081" w:rsidRPr="00CE5235" w:rsidRDefault="00516D39" w:rsidP="00516573">
      <w:pPr>
        <w:pStyle w:val="Odstavecseseznamem"/>
        <w:numPr>
          <w:ilvl w:val="0"/>
          <w:numId w:val="32"/>
        </w:numPr>
        <w:spacing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A00AEC">
        <w:rPr>
          <w:rFonts w:ascii="Calibri Light" w:hAnsi="Calibri Light" w:cs="Calibri Light"/>
          <w:sz w:val="21"/>
          <w:szCs w:val="21"/>
        </w:rPr>
        <w:t xml:space="preserve">a technická specifikace 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předmětu koupě </w:t>
      </w:r>
      <w:r w:rsidR="00A00AEC">
        <w:rPr>
          <w:rFonts w:ascii="Calibri Light" w:hAnsi="Calibri Light" w:cs="Calibri Light"/>
          <w:sz w:val="21"/>
          <w:szCs w:val="21"/>
        </w:rPr>
        <w:t>jsou</w:t>
      </w:r>
      <w:r w:rsidRPr="00CE5235">
        <w:rPr>
          <w:rFonts w:ascii="Calibri Light" w:hAnsi="Calibri Light" w:cs="Calibri Light"/>
          <w:sz w:val="21"/>
          <w:szCs w:val="21"/>
        </w:rPr>
        <w:t xml:space="preserve"> uveden</w:t>
      </w:r>
      <w:r w:rsidR="00A00AEC">
        <w:rPr>
          <w:rFonts w:ascii="Calibri Light" w:hAnsi="Calibri Light" w:cs="Calibri Light"/>
          <w:sz w:val="21"/>
          <w:szCs w:val="21"/>
        </w:rPr>
        <w:t>y</w:t>
      </w:r>
      <w:r w:rsidRPr="00CE5235">
        <w:rPr>
          <w:rFonts w:ascii="Calibri Light" w:hAnsi="Calibri Light" w:cs="Calibri Light"/>
          <w:sz w:val="21"/>
          <w:szCs w:val="21"/>
        </w:rPr>
        <w:t xml:space="preserve"> v </w:t>
      </w:r>
      <w:r w:rsidR="00516573">
        <w:rPr>
          <w:rFonts w:ascii="Calibri Light" w:hAnsi="Calibri Light" w:cs="Calibri Light"/>
          <w:sz w:val="21"/>
          <w:szCs w:val="21"/>
        </w:rPr>
        <w:t>příloze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3E3E7E61" w:rsidR="00F8424B" w:rsidRPr="004160BD" w:rsidRDefault="00F8424B" w:rsidP="00516573">
      <w:pPr>
        <w:pStyle w:val="Odstavecseseznamem"/>
        <w:numPr>
          <w:ilvl w:val="0"/>
          <w:numId w:val="32"/>
        </w:numPr>
        <w:spacing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4160BD">
        <w:rPr>
          <w:rFonts w:ascii="Calibri Light" w:hAnsi="Calibri Light" w:cs="Calibri Light"/>
          <w:sz w:val="21"/>
          <w:szCs w:val="21"/>
        </w:rPr>
        <w:t xml:space="preserve">Cena je maximální a zahrnuje veškeré náklady, které prodávající vynaloží na dodávku, </w:t>
      </w:r>
      <w:r w:rsidR="00516573" w:rsidRPr="004160BD">
        <w:rPr>
          <w:rFonts w:ascii="Calibri Light" w:hAnsi="Calibri Light" w:cs="Calibri Light"/>
          <w:sz w:val="21"/>
          <w:szCs w:val="21"/>
        </w:rPr>
        <w:t xml:space="preserve">dopravu, vynášku, montáž, ustavení, manipulaci a zpracování výrobní dokumentace </w:t>
      </w:r>
      <w:r w:rsidRPr="004160BD">
        <w:rPr>
          <w:rFonts w:ascii="Calibri Light" w:hAnsi="Calibri Light" w:cs="Calibri Light"/>
          <w:sz w:val="21"/>
          <w:szCs w:val="21"/>
        </w:rPr>
        <w:t xml:space="preserve">předmětu koupě. </w:t>
      </w:r>
    </w:p>
    <w:p w14:paraId="0187483E" w14:textId="1C380634" w:rsidR="00D2353A" w:rsidRPr="00CE5235" w:rsidRDefault="00D2353A" w:rsidP="00516573">
      <w:pPr>
        <w:pStyle w:val="Odstavecseseznamem"/>
        <w:numPr>
          <w:ilvl w:val="0"/>
          <w:numId w:val="32"/>
        </w:numPr>
        <w:spacing w:before="80"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</w:p>
    <w:p w14:paraId="3DEB154A" w14:textId="77777777" w:rsidR="009F6963" w:rsidRPr="00CE5235" w:rsidRDefault="009F6963" w:rsidP="0029740D">
      <w:pPr>
        <w:pStyle w:val="Bezmezer"/>
      </w:pPr>
    </w:p>
    <w:p w14:paraId="7E9C9C82" w14:textId="2C8A5855" w:rsidR="00BB3E37" w:rsidRPr="00CE5235" w:rsidRDefault="00FE74AE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IV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. Podmínky plnění</w:t>
      </w:r>
    </w:p>
    <w:p w14:paraId="5B8FB8A8" w14:textId="30A4422C" w:rsidR="00516573" w:rsidRPr="00516573" w:rsidRDefault="00516573" w:rsidP="00516573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Prodávající je povinen neprodleně po uzavření této smlouvy na místě plnění ověřit, zda v rozpočtu specifikovaný předmět koupě je rozměrově možné umístit do určených místností, případně kupujícího upozornit na odlišnosti a dohodnout se na změnách.</w:t>
      </w:r>
    </w:p>
    <w:p w14:paraId="3AE676CE" w14:textId="3D492BC9" w:rsidR="00E133F3" w:rsidRPr="001577B2" w:rsidRDefault="00B52C08" w:rsidP="001577B2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516573">
        <w:rPr>
          <w:rFonts w:ascii="Calibri Light" w:hAnsi="Calibri Light" w:cs="Calibri Light"/>
          <w:sz w:val="21"/>
          <w:szCs w:val="21"/>
        </w:rPr>
        <w:t>Prodávající je povinen dodat kupujícímu předmět koupě dle čl. I</w:t>
      </w:r>
      <w:r w:rsidR="001A2673" w:rsidRPr="00516573">
        <w:rPr>
          <w:rFonts w:ascii="Calibri Light" w:hAnsi="Calibri Light" w:cs="Calibri Light"/>
          <w:sz w:val="21"/>
          <w:szCs w:val="21"/>
        </w:rPr>
        <w:t>I</w:t>
      </w:r>
      <w:r w:rsidRPr="00516573">
        <w:rPr>
          <w:rFonts w:ascii="Calibri Light" w:hAnsi="Calibri Light" w:cs="Calibri Light"/>
          <w:sz w:val="21"/>
          <w:szCs w:val="21"/>
        </w:rPr>
        <w:t>. bodu 1 smlouvy a provést jeho montáž</w:t>
      </w:r>
      <w:r w:rsidR="00CF0DA3" w:rsidRPr="00516573">
        <w:rPr>
          <w:rFonts w:ascii="Calibri Light" w:hAnsi="Calibri Light" w:cs="Calibri Light"/>
          <w:sz w:val="21"/>
          <w:szCs w:val="21"/>
        </w:rPr>
        <w:t xml:space="preserve">, </w:t>
      </w:r>
      <w:r w:rsidRPr="00516573">
        <w:rPr>
          <w:rFonts w:ascii="Calibri Light" w:hAnsi="Calibri Light" w:cs="Calibri Light"/>
          <w:sz w:val="21"/>
          <w:szCs w:val="21"/>
        </w:rPr>
        <w:t xml:space="preserve">bez vad a nedodělků </w:t>
      </w:r>
      <w:r w:rsidR="00E967AC" w:rsidRPr="00E967AC">
        <w:rPr>
          <w:rFonts w:ascii="Calibri Light" w:hAnsi="Calibri Light" w:cs="Calibri Light"/>
          <w:sz w:val="21"/>
          <w:szCs w:val="21"/>
        </w:rPr>
        <w:t xml:space="preserve">ve lhůtě do 90 kalendářních dnů od výzvy </w:t>
      </w:r>
      <w:r w:rsidR="00CD0D01">
        <w:rPr>
          <w:rFonts w:ascii="Calibri Light" w:hAnsi="Calibri Light" w:cs="Calibri Light"/>
          <w:sz w:val="21"/>
          <w:szCs w:val="21"/>
        </w:rPr>
        <w:t>kupujícího</w:t>
      </w:r>
      <w:r w:rsidR="00E967AC" w:rsidRPr="00E967AC">
        <w:rPr>
          <w:rFonts w:ascii="Calibri Light" w:hAnsi="Calibri Light" w:cs="Calibri Light"/>
          <w:sz w:val="21"/>
          <w:szCs w:val="21"/>
        </w:rPr>
        <w:t xml:space="preserve"> k plnění.</w:t>
      </w:r>
      <w:r w:rsidR="004E49F1" w:rsidRPr="001577B2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="00C525FB" w:rsidRPr="00C525FB">
        <w:rPr>
          <w:rFonts w:ascii="Calibri Light" w:hAnsi="Calibri Light" w:cs="Calibri Light"/>
          <w:noProof/>
          <w:sz w:val="21"/>
          <w:szCs w:val="21"/>
        </w:rPr>
        <w:t xml:space="preserve">Výzva </w:t>
      </w:r>
      <w:r w:rsidR="00C525FB">
        <w:rPr>
          <w:rFonts w:ascii="Calibri Light" w:hAnsi="Calibri Light" w:cs="Calibri Light"/>
          <w:noProof/>
          <w:sz w:val="21"/>
          <w:szCs w:val="21"/>
        </w:rPr>
        <w:t xml:space="preserve">k </w:t>
      </w:r>
      <w:r w:rsidR="00C525FB" w:rsidRPr="00C525FB">
        <w:rPr>
          <w:rFonts w:ascii="Calibri Light" w:hAnsi="Calibri Light" w:cs="Calibri Light"/>
          <w:noProof/>
          <w:sz w:val="21"/>
          <w:szCs w:val="21"/>
        </w:rPr>
        <w:t>plnění bude zaslána písemně, elektronicky emailem skrze kontaktní osoby smluvních stran uvedené v záhlaví smlouvy</w:t>
      </w:r>
      <w:r w:rsidR="00C525FB">
        <w:rPr>
          <w:rFonts w:ascii="Calibri Light" w:hAnsi="Calibri Light" w:cs="Calibri Light"/>
          <w:noProof/>
          <w:sz w:val="21"/>
          <w:szCs w:val="21"/>
        </w:rPr>
        <w:t>.</w:t>
      </w:r>
    </w:p>
    <w:p w14:paraId="04B60107" w14:textId="4832DB44" w:rsidR="00A05F97" w:rsidRDefault="00A05F97" w:rsidP="00A05F97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A05F97">
        <w:rPr>
          <w:rFonts w:ascii="Calibri Light" w:hAnsi="Calibri Light" w:cs="Calibri Light"/>
          <w:sz w:val="21"/>
          <w:szCs w:val="21"/>
        </w:rPr>
        <w:t xml:space="preserve">Vzhledem k rozsahu projektu, který zahrnuje i provedení stavebních prací, které budou zadány jako samostatná zakázka a realizovány za základě samostatné smlouvy, si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A05F97">
        <w:rPr>
          <w:rFonts w:ascii="Calibri Light" w:hAnsi="Calibri Light" w:cs="Calibri Light"/>
          <w:sz w:val="21"/>
          <w:szCs w:val="21"/>
        </w:rPr>
        <w:t xml:space="preserve"> vyhrazuje koordinační schůzku se zhotovitelem stavebních prací a dodavatel</w:t>
      </w:r>
      <w:r>
        <w:rPr>
          <w:rFonts w:ascii="Calibri Light" w:hAnsi="Calibri Light" w:cs="Calibri Light"/>
          <w:sz w:val="21"/>
          <w:szCs w:val="21"/>
        </w:rPr>
        <w:t>em</w:t>
      </w:r>
      <w:r w:rsidRPr="00A05F97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ICT vybavení a konektivity</w:t>
      </w:r>
      <w:r w:rsidR="00260013">
        <w:rPr>
          <w:rFonts w:ascii="Calibri Light" w:hAnsi="Calibri Light" w:cs="Calibri Light"/>
          <w:sz w:val="21"/>
          <w:szCs w:val="21"/>
        </w:rPr>
        <w:t>, učebních pomůcek</w:t>
      </w:r>
      <w:r>
        <w:rPr>
          <w:rFonts w:ascii="Calibri Light" w:hAnsi="Calibri Light" w:cs="Calibri Light"/>
          <w:sz w:val="21"/>
          <w:szCs w:val="21"/>
        </w:rPr>
        <w:t xml:space="preserve">. </w:t>
      </w:r>
      <w:r w:rsidRPr="00A05F97">
        <w:rPr>
          <w:rFonts w:ascii="Calibri Light" w:hAnsi="Calibri Light" w:cs="Calibri Light"/>
          <w:sz w:val="21"/>
          <w:szCs w:val="21"/>
        </w:rPr>
        <w:t xml:space="preserve">Výstupem koordinační schůzky bude stanovení závazného harmonogramu minimálně v rozsahu předmětu </w:t>
      </w:r>
      <w:r>
        <w:rPr>
          <w:rFonts w:ascii="Calibri Light" w:hAnsi="Calibri Light" w:cs="Calibri Light"/>
          <w:sz w:val="21"/>
          <w:szCs w:val="21"/>
        </w:rPr>
        <w:t>koupě</w:t>
      </w:r>
      <w:r w:rsidRPr="00A05F97">
        <w:rPr>
          <w:rFonts w:ascii="Calibri Light" w:hAnsi="Calibri Light" w:cs="Calibri Light"/>
          <w:sz w:val="21"/>
          <w:szCs w:val="21"/>
        </w:rPr>
        <w:t xml:space="preserve">, který bude </w:t>
      </w:r>
      <w:r>
        <w:rPr>
          <w:rFonts w:ascii="Calibri Light" w:hAnsi="Calibri Light" w:cs="Calibri Light"/>
          <w:sz w:val="21"/>
          <w:szCs w:val="21"/>
        </w:rPr>
        <w:t>všemi</w:t>
      </w:r>
      <w:r w:rsidRPr="00A05F97">
        <w:rPr>
          <w:rFonts w:ascii="Calibri Light" w:hAnsi="Calibri Light" w:cs="Calibri Light"/>
          <w:sz w:val="21"/>
          <w:szCs w:val="21"/>
        </w:rPr>
        <w:t xml:space="preserve"> stranami odsouhlasen na základě koordinační schůzky.</w:t>
      </w:r>
    </w:p>
    <w:p w14:paraId="23B1EFE7" w14:textId="51908797" w:rsidR="00CD0D01" w:rsidRPr="00CD0D01" w:rsidRDefault="00CD0D01" w:rsidP="00CD0D01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Prodávající musí koordinovat dodávku předmětu koupě s dodavatelem ICT vybaven</w:t>
      </w:r>
      <w:r>
        <w:rPr>
          <w:rFonts w:ascii="Calibri Light" w:hAnsi="Calibri Light" w:cs="Calibri Light"/>
          <w:sz w:val="21"/>
          <w:szCs w:val="21"/>
        </w:rPr>
        <w:t>í a konektivity, učebních pomůcek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 xml:space="preserve">a zhotovitelem stavebních prací </w:t>
      </w:r>
      <w:r w:rsidRPr="00EE3E10">
        <w:rPr>
          <w:rFonts w:ascii="Calibri Light" w:hAnsi="Calibri Light" w:cs="Calibri Light"/>
          <w:sz w:val="21"/>
          <w:szCs w:val="21"/>
        </w:rPr>
        <w:t xml:space="preserve">v místnostech </w:t>
      </w:r>
      <w:r>
        <w:rPr>
          <w:rFonts w:ascii="Calibri Light" w:hAnsi="Calibri Light" w:cs="Calibri Light"/>
          <w:sz w:val="21"/>
          <w:szCs w:val="21"/>
        </w:rPr>
        <w:t>dodávky</w:t>
      </w:r>
      <w:r w:rsidRPr="00EE3E10">
        <w:rPr>
          <w:rFonts w:ascii="Calibri Light" w:hAnsi="Calibri Light" w:cs="Calibri Light"/>
          <w:sz w:val="21"/>
          <w:szCs w:val="21"/>
        </w:rPr>
        <w:t xml:space="preserve"> předmětu koupě, které bud</w:t>
      </w:r>
      <w:r>
        <w:rPr>
          <w:rFonts w:ascii="Calibri Light" w:hAnsi="Calibri Light" w:cs="Calibri Light"/>
          <w:sz w:val="21"/>
          <w:szCs w:val="21"/>
        </w:rPr>
        <w:t>ou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prováděny</w:t>
      </w:r>
      <w:r w:rsidRPr="00EE3E10">
        <w:rPr>
          <w:rFonts w:ascii="Calibri Light" w:hAnsi="Calibri Light" w:cs="Calibri Light"/>
          <w:sz w:val="21"/>
          <w:szCs w:val="21"/>
        </w:rPr>
        <w:t xml:space="preserve"> na základě samostatn</w:t>
      </w:r>
      <w:r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veřejn</w:t>
      </w:r>
      <w:r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zakáz</w:t>
      </w:r>
      <w:r>
        <w:rPr>
          <w:rFonts w:ascii="Calibri Light" w:hAnsi="Calibri Light" w:cs="Calibri Light"/>
          <w:sz w:val="21"/>
          <w:szCs w:val="21"/>
        </w:rPr>
        <w:t>e</w:t>
      </w:r>
      <w:r w:rsidRPr="00EE3E10">
        <w:rPr>
          <w:rFonts w:ascii="Calibri Light" w:hAnsi="Calibri Light" w:cs="Calibri Light"/>
          <w:sz w:val="21"/>
          <w:szCs w:val="21"/>
        </w:rPr>
        <w:t>k a uzavřen</w:t>
      </w:r>
      <w:r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smluv</w:t>
      </w:r>
      <w:r w:rsidRPr="00EE3E10">
        <w:rPr>
          <w:rFonts w:ascii="Calibri Light" w:hAnsi="Calibri Light" w:cs="Calibri Light"/>
          <w:sz w:val="21"/>
          <w:szCs w:val="21"/>
        </w:rPr>
        <w:t xml:space="preserve">, a to tak, aby průběh </w:t>
      </w:r>
      <w:r w:rsidRPr="00EE3E10">
        <w:rPr>
          <w:rFonts w:ascii="Calibri Light" w:hAnsi="Calibri Light" w:cs="Calibri Light"/>
          <w:sz w:val="21"/>
          <w:szCs w:val="21"/>
        </w:rPr>
        <w:lastRenderedPageBreak/>
        <w:t xml:space="preserve">všech prací a dodávek byl plynulý. Porušení této povinnosti je považováno za podstatné porušení této smlouvy a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EE3E10">
        <w:rPr>
          <w:rFonts w:ascii="Calibri Light" w:hAnsi="Calibri Light" w:cs="Calibri Light"/>
          <w:sz w:val="21"/>
          <w:szCs w:val="21"/>
        </w:rPr>
        <w:t xml:space="preserve"> může od této smlouvy odstoupit.</w:t>
      </w:r>
    </w:p>
    <w:p w14:paraId="47036376" w14:textId="77777777" w:rsidR="00D2353A" w:rsidRPr="00CE5235" w:rsidRDefault="00D2353A" w:rsidP="00D2353A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Pr="00CE5235" w:rsidRDefault="00D2353A" w:rsidP="009933A3">
      <w:pPr>
        <w:pStyle w:val="Zkladntext3"/>
        <w:numPr>
          <w:ilvl w:val="0"/>
          <w:numId w:val="33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Datum předání a převzetí předmětu koupě bude datem zdanitelného plnění.</w:t>
      </w:r>
    </w:p>
    <w:p w14:paraId="4C2BEE72" w14:textId="4C67681A" w:rsidR="00C3040D" w:rsidRPr="00CE5235" w:rsidRDefault="00C3040D" w:rsidP="0029740D">
      <w:pPr>
        <w:pStyle w:val="Bezmezer"/>
      </w:pPr>
    </w:p>
    <w:p w14:paraId="57B6C1C1" w14:textId="526B8593" w:rsidR="00C3040D" w:rsidRPr="00CE5235" w:rsidRDefault="00C3040D" w:rsidP="00C3040D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V. Vyšší moc</w:t>
      </w:r>
    </w:p>
    <w:p w14:paraId="1933E594" w14:textId="2825FCE1" w:rsidR="00C3040D" w:rsidRPr="00CE5235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 </w:t>
      </w:r>
    </w:p>
    <w:p w14:paraId="76FB17C8" w14:textId="324F7F09" w:rsidR="00C3040D" w:rsidRPr="00CE5235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 xml:space="preserve">mluvních stran, která 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 xml:space="preserve">požár, výbuch, silné vichřice, 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stran.</w:t>
      </w:r>
    </w:p>
    <w:p w14:paraId="19CC5CA1" w14:textId="0CF81C92" w:rsidR="00C3040D" w:rsidRPr="00CE5235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vyšší moci. </w:t>
      </w:r>
    </w:p>
    <w:p w14:paraId="1BDE980D" w14:textId="77777777" w:rsidR="002F15A2" w:rsidRPr="00CE5235" w:rsidRDefault="002F15A2" w:rsidP="0029740D">
      <w:pPr>
        <w:pStyle w:val="Bezmezer"/>
      </w:pPr>
    </w:p>
    <w:p w14:paraId="457BDE0C" w14:textId="008DB585" w:rsidR="00BB3E37" w:rsidRPr="00CE5235" w:rsidRDefault="00BB3E37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Platební podmínky</w:t>
      </w:r>
    </w:p>
    <w:p w14:paraId="3C025C75" w14:textId="7A5EFCAE" w:rsidR="00A60941" w:rsidRPr="00CE5235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je oprávněn vystavit daňový doklad, příp. daňové doklady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faktura</w:t>
      </w:r>
      <w:r w:rsidRPr="00CE5235">
        <w:rPr>
          <w:rFonts w:ascii="Calibri Light" w:hAnsi="Calibri Light" w:cs="Calibri Light"/>
          <w:sz w:val="21"/>
          <w:szCs w:val="21"/>
        </w:rPr>
        <w:t>) na kupní cenu v den předání a převzetí zboží bez vad a nedodělků kupujícímu se splatností 30 dnů ode dne jeho doručení kupujícímu na adresu kupujícího</w:t>
      </w:r>
      <w:r w:rsidR="00646CF9" w:rsidRPr="00CE5235">
        <w:rPr>
          <w:rFonts w:ascii="Calibri Light" w:hAnsi="Calibri Light" w:cs="Calibri Light"/>
          <w:sz w:val="21"/>
          <w:szCs w:val="21"/>
        </w:rPr>
        <w:t>.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</w:p>
    <w:p w14:paraId="41A1D623" w14:textId="29108C76" w:rsidR="00A60941" w:rsidRPr="00CE5235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456916C0" w:rsidR="00A60941" w:rsidRPr="00CE5235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aktura musí  dále obsahovat přesný název a registrační číslo </w:t>
      </w:r>
      <w:r w:rsidR="00FE74AE" w:rsidRPr="00CE5235">
        <w:rPr>
          <w:rFonts w:ascii="Calibri Light" w:hAnsi="Calibri Light" w:cs="Calibri Light"/>
          <w:noProof/>
          <w:sz w:val="21"/>
          <w:szCs w:val="21"/>
        </w:rPr>
        <w:t>projektu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="00B446F8">
        <w:rPr>
          <w:rFonts w:ascii="Calibri Light" w:hAnsi="Calibri Light" w:cs="Calibri Light"/>
          <w:noProof/>
          <w:sz w:val="21"/>
          <w:szCs w:val="21"/>
        </w:rPr>
        <w:t>sdělené kupujícím</w:t>
      </w:r>
      <w:r w:rsidR="00FE74AE">
        <w:rPr>
          <w:rFonts w:ascii="Calibri Light" w:hAnsi="Calibri Light" w:cs="Calibri Light"/>
          <w:noProof/>
          <w:sz w:val="21"/>
          <w:szCs w:val="21"/>
        </w:rPr>
        <w:t>.</w:t>
      </w:r>
    </w:p>
    <w:p w14:paraId="4B798C99" w14:textId="77777777" w:rsidR="00A60941" w:rsidRPr="00CE5235" w:rsidRDefault="00A60941" w:rsidP="00A60941">
      <w:pPr>
        <w:pStyle w:val="Zkladntext3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CE5235">
        <w:rPr>
          <w:rFonts w:ascii="Calibri Light" w:hAnsi="Calibri Light" w:cs="Calibri Light"/>
          <w:sz w:val="21"/>
          <w:szCs w:val="21"/>
        </w:rPr>
        <w:t>Nebude–li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1113987C" w14:textId="77777777" w:rsidR="00F9632C" w:rsidRPr="00CE5235" w:rsidRDefault="00F9632C" w:rsidP="009E78EB">
      <w:pPr>
        <w:pStyle w:val="Bezmezer"/>
      </w:pPr>
    </w:p>
    <w:p w14:paraId="37CD8ACA" w14:textId="57796437" w:rsidR="00BB3E37" w:rsidRPr="00CE5235" w:rsidRDefault="00BB3E3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Záruční podmínky</w:t>
      </w:r>
    </w:p>
    <w:p w14:paraId="635234A2" w14:textId="2E7A9E32" w:rsidR="00A60941" w:rsidRPr="00CE5235" w:rsidRDefault="0014598B" w:rsidP="00A60941">
      <w:pPr>
        <w:pStyle w:val="Zkladntext3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poskytuje na </w:t>
      </w:r>
      <w:r w:rsidR="00A60941" w:rsidRPr="00CE5235">
        <w:rPr>
          <w:rFonts w:ascii="Calibri Light" w:hAnsi="Calibri Light" w:cs="Calibri Light"/>
          <w:sz w:val="21"/>
          <w:szCs w:val="21"/>
        </w:rPr>
        <w:t>předmět koupě</w:t>
      </w:r>
      <w:r w:rsidRPr="00CE5235">
        <w:rPr>
          <w:rFonts w:ascii="Calibri Light" w:hAnsi="Calibri Light" w:cs="Calibri Light"/>
          <w:sz w:val="21"/>
          <w:szCs w:val="21"/>
        </w:rPr>
        <w:t xml:space="preserve"> záruku v</w:t>
      </w:r>
      <w:r w:rsidR="00F87F81" w:rsidRPr="00CE5235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délce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2A4BA9" w:rsidRPr="00CE5235">
        <w:rPr>
          <w:rFonts w:ascii="Calibri Light" w:hAnsi="Calibri Light" w:cs="Calibri Light"/>
          <w:sz w:val="21"/>
          <w:szCs w:val="21"/>
        </w:rPr>
        <w:t>24</w:t>
      </w:r>
      <w:r w:rsidRPr="00CE5235">
        <w:rPr>
          <w:rFonts w:ascii="Calibri Light" w:hAnsi="Calibri Light" w:cs="Calibri Light"/>
          <w:sz w:val="21"/>
          <w:szCs w:val="21"/>
        </w:rPr>
        <w:t xml:space="preserve"> měsíců</w:t>
      </w:r>
      <w:r w:rsidR="00F87F81" w:rsidRPr="00CE5235">
        <w:rPr>
          <w:rFonts w:ascii="Calibri Light" w:hAnsi="Calibri Light" w:cs="Calibri Light"/>
          <w:sz w:val="21"/>
          <w:szCs w:val="21"/>
        </w:rPr>
        <w:t>. Délka záruky se počítá</w:t>
      </w:r>
      <w:r w:rsidRPr="00CE5235">
        <w:rPr>
          <w:rFonts w:ascii="Calibri Light" w:hAnsi="Calibri Light" w:cs="Calibri Light"/>
          <w:sz w:val="21"/>
          <w:szCs w:val="21"/>
        </w:rPr>
        <w:t xml:space="preserve"> ode d</w:t>
      </w:r>
      <w:r w:rsidR="008249A6" w:rsidRPr="00CE5235">
        <w:rPr>
          <w:rFonts w:ascii="Calibri Light" w:hAnsi="Calibri Light" w:cs="Calibri Light"/>
          <w:sz w:val="21"/>
          <w:szCs w:val="21"/>
        </w:rPr>
        <w:t xml:space="preserve">ne předání </w:t>
      </w:r>
      <w:r w:rsidR="00A60941" w:rsidRPr="00CE5235">
        <w:rPr>
          <w:rFonts w:ascii="Calibri Light" w:hAnsi="Calibri Light" w:cs="Calibri Light"/>
          <w:sz w:val="21"/>
          <w:szCs w:val="21"/>
        </w:rPr>
        <w:t>předmětu koupě</w:t>
      </w:r>
      <w:r w:rsidR="008249A6" w:rsidRPr="00CE5235">
        <w:rPr>
          <w:rFonts w:ascii="Calibri Light" w:hAnsi="Calibri Light" w:cs="Calibri Light"/>
          <w:sz w:val="21"/>
          <w:szCs w:val="21"/>
        </w:rPr>
        <w:t xml:space="preserve"> v místě plnění. Výše uvedené záruky 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platí za předpokladu dodržení stanovených pravidel provozu a údržby. 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>Případnou reklamovanou vadu předmětu koupě je prodávající povinen odstranit nejpozději do pěti pracovních dnů ode dne, kdy mu kupující danou vadu písemně oznámí, nebude-li následně mezi smluvními stranami dohodnuto jinak.</w:t>
      </w:r>
    </w:p>
    <w:p w14:paraId="63BA0F1B" w14:textId="77777777" w:rsidR="00F9632C" w:rsidRPr="009E78EB" w:rsidRDefault="00F9632C" w:rsidP="009E78EB">
      <w:pPr>
        <w:pStyle w:val="Bezmezer"/>
      </w:pPr>
    </w:p>
    <w:p w14:paraId="73E259FE" w14:textId="7DC1E4A5" w:rsidR="006622D7" w:rsidRPr="00CE5235" w:rsidRDefault="006622D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Smluvní pokuta</w:t>
      </w:r>
    </w:p>
    <w:p w14:paraId="4DA367A6" w14:textId="52F9135A" w:rsidR="00A60941" w:rsidRPr="00CE5235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lastRenderedPageBreak/>
        <w:t xml:space="preserve">Kupující má právo požadovat smluvní pokutu při nedodržení termínu dodávky </w:t>
      </w:r>
      <w:r w:rsidR="00A00AEC">
        <w:rPr>
          <w:rFonts w:ascii="Calibri Light" w:hAnsi="Calibri Light" w:cs="Calibri Light"/>
          <w:sz w:val="21"/>
          <w:szCs w:val="21"/>
        </w:rPr>
        <w:t>předmětu koupě</w:t>
      </w:r>
      <w:r w:rsidRPr="00CE5235">
        <w:rPr>
          <w:rFonts w:ascii="Calibri Light" w:hAnsi="Calibri Light" w:cs="Calibri Light"/>
          <w:sz w:val="21"/>
          <w:szCs w:val="21"/>
        </w:rPr>
        <w:t xml:space="preserve"> dle čl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  </w:t>
      </w:r>
      <w:r w:rsidR="001A2673">
        <w:rPr>
          <w:rFonts w:ascii="Calibri Light" w:hAnsi="Calibri Light" w:cs="Calibri Light"/>
          <w:sz w:val="21"/>
          <w:szCs w:val="21"/>
        </w:rPr>
        <w:t>IV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prodávající je povinen požadovanou smluvní pokutu uhradit.</w:t>
      </w:r>
    </w:p>
    <w:p w14:paraId="10CC273F" w14:textId="5122E635" w:rsidR="00A60941" w:rsidRPr="00CE5235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01720C">
        <w:rPr>
          <w:rFonts w:ascii="Calibri Light" w:hAnsi="Calibri Light" w:cs="Calibri Light"/>
          <w:sz w:val="21"/>
          <w:szCs w:val="21"/>
        </w:rPr>
        <w:t xml:space="preserve">Prodávající má právo požadovat </w:t>
      </w:r>
      <w:r w:rsidR="009A65C4" w:rsidRPr="0001720C">
        <w:rPr>
          <w:rFonts w:ascii="Calibri Light" w:hAnsi="Calibri Light" w:cs="Calibri Light"/>
          <w:sz w:val="21"/>
          <w:szCs w:val="21"/>
        </w:rPr>
        <w:t>úrok z prodlení</w:t>
      </w:r>
      <w:r w:rsidRPr="0001720C">
        <w:rPr>
          <w:rFonts w:ascii="Calibri Light" w:hAnsi="Calibri Light" w:cs="Calibri Light"/>
          <w:sz w:val="21"/>
          <w:szCs w:val="21"/>
        </w:rPr>
        <w:t xml:space="preserve"> při nedodržení termínu splatnosti dle č</w:t>
      </w:r>
      <w:r w:rsidR="00377663" w:rsidRPr="0001720C">
        <w:rPr>
          <w:rFonts w:ascii="Calibri Light" w:hAnsi="Calibri Light" w:cs="Calibri Light"/>
          <w:sz w:val="21"/>
          <w:szCs w:val="21"/>
        </w:rPr>
        <w:t>l.  V</w:t>
      </w:r>
      <w:r w:rsidR="001A2673" w:rsidRPr="0001720C">
        <w:rPr>
          <w:rFonts w:ascii="Calibri Light" w:hAnsi="Calibri Light" w:cs="Calibri Light"/>
          <w:sz w:val="21"/>
          <w:szCs w:val="21"/>
        </w:rPr>
        <w:t>I</w:t>
      </w:r>
      <w:r w:rsidR="00377663" w:rsidRPr="0001720C">
        <w:rPr>
          <w:rFonts w:ascii="Calibri Light" w:hAnsi="Calibri Light" w:cs="Calibri Light"/>
          <w:sz w:val="21"/>
          <w:szCs w:val="21"/>
        </w:rPr>
        <w:t xml:space="preserve">. </w:t>
      </w:r>
      <w:r w:rsidR="0082315B" w:rsidRPr="0001720C">
        <w:rPr>
          <w:rFonts w:ascii="Calibri Light" w:hAnsi="Calibri Light" w:cs="Calibri Light"/>
          <w:sz w:val="21"/>
          <w:szCs w:val="21"/>
        </w:rPr>
        <w:t>smlouvy</w:t>
      </w:r>
      <w:r w:rsidR="00377663" w:rsidRPr="0001720C">
        <w:rPr>
          <w:rFonts w:ascii="Calibri Light" w:hAnsi="Calibri Light" w:cs="Calibri Light"/>
          <w:sz w:val="21"/>
          <w:szCs w:val="21"/>
        </w:rPr>
        <w:t xml:space="preserve"> ve </w:t>
      </w:r>
      <w:r w:rsidR="00377663" w:rsidRPr="00CE5235">
        <w:rPr>
          <w:rFonts w:ascii="Calibri Light" w:hAnsi="Calibri Light" w:cs="Calibri Light"/>
          <w:sz w:val="21"/>
          <w:szCs w:val="21"/>
        </w:rPr>
        <w:t>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kupující je povinen požadovanou smluvní pokutu uhradit.</w:t>
      </w:r>
    </w:p>
    <w:p w14:paraId="030A4A7F" w14:textId="77777777" w:rsidR="00A60941" w:rsidRPr="00CE5235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CE5235">
        <w:rPr>
          <w:rFonts w:ascii="Calibri Light" w:hAnsi="Calibri Light" w:cs="Calibri Light"/>
          <w:sz w:val="21"/>
          <w:szCs w:val="21"/>
        </w:rPr>
        <w:t>1</w:t>
      </w:r>
      <w:r w:rsidRPr="00CE5235">
        <w:rPr>
          <w:rFonts w:ascii="Calibri Light" w:hAnsi="Calibri Light" w:cs="Calibri Light"/>
          <w:sz w:val="21"/>
          <w:szCs w:val="21"/>
        </w:rPr>
        <w:t xml:space="preserve">.000,00 Kč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3805208F" w:rsidR="00A60941" w:rsidRPr="00CE5235" w:rsidRDefault="00A60941" w:rsidP="0029740D">
      <w:pPr>
        <w:pStyle w:val="Zkladntext3"/>
        <w:numPr>
          <w:ilvl w:val="0"/>
          <w:numId w:val="3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Žádné ujednání o smluvní pokutě obsažené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 se nedotýká nároku kupujícího požadovat v plné výši náhradu škody způsobené porušením povinnosti prodávajícího, na kterou se vztahuje smluvní pokuta.</w:t>
      </w:r>
    </w:p>
    <w:p w14:paraId="5D06A300" w14:textId="77777777" w:rsidR="00BB3E37" w:rsidRDefault="00727A16" w:rsidP="0029740D">
      <w:pPr>
        <w:pStyle w:val="Odstavecseseznamem"/>
        <w:numPr>
          <w:ilvl w:val="0"/>
          <w:numId w:val="37"/>
        </w:numPr>
        <w:overflowPunct/>
        <w:spacing w:after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pokuty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CE5235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CE5235">
        <w:rPr>
          <w:rFonts w:ascii="Calibri Light" w:hAnsi="Calibri Light" w:cs="Calibri Light"/>
          <w:sz w:val="21"/>
          <w:szCs w:val="21"/>
        </w:rPr>
        <w:t xml:space="preserve"> dnů ode dne vyúčtování.</w:t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</w:p>
    <w:p w14:paraId="4E3FFFA8" w14:textId="77777777" w:rsidR="0029740D" w:rsidRPr="00CE5235" w:rsidRDefault="0029740D" w:rsidP="0029740D">
      <w:pPr>
        <w:pStyle w:val="Bezmezer"/>
      </w:pPr>
    </w:p>
    <w:p w14:paraId="68694DEF" w14:textId="20D0AB53" w:rsidR="00BB3E37" w:rsidRPr="00CE5235" w:rsidRDefault="00FE74AE" w:rsidP="000D7D01">
      <w:pPr>
        <w:pStyle w:val="Zkladntext20"/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>
        <w:rPr>
          <w:rFonts w:ascii="Calibri Light" w:hAnsi="Calibri Light" w:cs="Calibri Light"/>
          <w:b/>
          <w:bCs/>
          <w:sz w:val="21"/>
          <w:szCs w:val="21"/>
        </w:rPr>
        <w:t>IX</w:t>
      </w:r>
      <w:r w:rsidR="006622D7" w:rsidRPr="00CE5235">
        <w:rPr>
          <w:rFonts w:ascii="Calibri Light" w:hAnsi="Calibri Light" w:cs="Calibri Light"/>
          <w:b/>
          <w:bCs/>
          <w:sz w:val="21"/>
          <w:szCs w:val="21"/>
        </w:rPr>
        <w:t>. Další ujednání</w:t>
      </w:r>
    </w:p>
    <w:p w14:paraId="5F5C2E62" w14:textId="77777777" w:rsidR="0029740D" w:rsidRPr="0029740D" w:rsidRDefault="00A60941" w:rsidP="0029740D">
      <w:pPr>
        <w:pStyle w:val="Zkladntext3"/>
        <w:widowControl/>
        <w:numPr>
          <w:ilvl w:val="0"/>
          <w:numId w:val="4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 xml:space="preserve">Vlastnické právo k předmětu koupě zboží přechází na kupujícího jeho převzetím. Tímto dnem přechází na kupujícího odpovědnost ze vzniku škod na předmětu koupě. </w:t>
      </w:r>
    </w:p>
    <w:p w14:paraId="4D1AEA4C" w14:textId="637A214B" w:rsidR="0029740D" w:rsidRPr="0029740D" w:rsidRDefault="00A60941" w:rsidP="0029740D">
      <w:pPr>
        <w:pStyle w:val="Zkladntext3"/>
        <w:widowControl/>
        <w:numPr>
          <w:ilvl w:val="0"/>
          <w:numId w:val="47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3FADC151" w14:textId="77777777" w:rsidR="00A60941" w:rsidRPr="00CE5235" w:rsidRDefault="00A60941" w:rsidP="0029740D">
      <w:pPr>
        <w:pStyle w:val="Bezmezer"/>
      </w:pPr>
    </w:p>
    <w:p w14:paraId="07DE0956" w14:textId="00494854" w:rsidR="00A60941" w:rsidRPr="00CE5235" w:rsidRDefault="00C3040D" w:rsidP="00A60941">
      <w:pPr>
        <w:pStyle w:val="Zkladntext20"/>
        <w:tabs>
          <w:tab w:val="left" w:pos="2730"/>
          <w:tab w:val="center" w:pos="4510"/>
        </w:tabs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b/>
          <w:bCs/>
          <w:sz w:val="21"/>
          <w:szCs w:val="21"/>
        </w:rPr>
        <w:t>X</w:t>
      </w:r>
      <w:r w:rsidR="00A60941" w:rsidRPr="00CE5235">
        <w:rPr>
          <w:rFonts w:ascii="Calibri Light" w:hAnsi="Calibri Light" w:cs="Calibri Light"/>
          <w:b/>
          <w:bCs/>
          <w:sz w:val="21"/>
          <w:szCs w:val="21"/>
        </w:rPr>
        <w:t>. Závěrečná ustanovení</w:t>
      </w:r>
    </w:p>
    <w:p w14:paraId="742A8FA6" w14:textId="77777777" w:rsidR="005B30B1" w:rsidRDefault="00A60941" w:rsidP="005B30B1">
      <w:pPr>
        <w:pStyle w:val="Nadpis2"/>
        <w:numPr>
          <w:ilvl w:val="0"/>
          <w:numId w:val="41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kupující 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odstoupit.</w:t>
      </w:r>
    </w:p>
    <w:p w14:paraId="21551737" w14:textId="4DA0A651" w:rsidR="005B30B1" w:rsidRPr="005B30B1" w:rsidRDefault="005B30B1" w:rsidP="005B30B1">
      <w:pPr>
        <w:pStyle w:val="Nadpis2"/>
        <w:numPr>
          <w:ilvl w:val="0"/>
          <w:numId w:val="41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5B30B1">
        <w:rPr>
          <w:rFonts w:ascii="Calibri Light" w:hAnsi="Calibri Light" w:cs="Calibri Light"/>
          <w:sz w:val="21"/>
          <w:szCs w:val="21"/>
        </w:rPr>
        <w:t xml:space="preserve">Prodávající je povinen uchovávat veškerou dokumentaci související s realizací projektu včetně účetních dokladů minimálně do konce roku 2035. Pokud je v českých právních předpisech stanovena lhůta delší, musí </w:t>
      </w:r>
      <w:r w:rsidR="009A65C4" w:rsidRPr="0001720C">
        <w:rPr>
          <w:rFonts w:ascii="Calibri Light" w:hAnsi="Calibri Light" w:cs="Calibri Light"/>
          <w:sz w:val="21"/>
          <w:szCs w:val="21"/>
        </w:rPr>
        <w:t>prodávající</w:t>
      </w:r>
      <w:r w:rsidRPr="0001720C">
        <w:rPr>
          <w:rFonts w:ascii="Calibri Light" w:hAnsi="Calibri Light" w:cs="Calibri Light"/>
          <w:sz w:val="21"/>
          <w:szCs w:val="21"/>
        </w:rPr>
        <w:t xml:space="preserve"> </w:t>
      </w:r>
      <w:r w:rsidRPr="005B30B1">
        <w:rPr>
          <w:rFonts w:ascii="Calibri Light" w:hAnsi="Calibri Light" w:cs="Calibri Light"/>
          <w:sz w:val="21"/>
          <w:szCs w:val="21"/>
        </w:rPr>
        <w:t>použít tuto delší lhůtu.  Prodávající je povinen minimálně do konce roku 2035 poskytovat požadované informace a dokumentaci související s realizací projektu zaměstnancům nebo zmocněncům pověřených orgánů, příslušného orgánu finanční správy a dalších oprávněných orgánů státní správy a je povinen vytvořit výše uvedeným osobám podmínky k provedení kontroly vztahující se k předmětu smlouvy a poskytnout jim při provádění kontroly součinnost</w:t>
      </w:r>
    </w:p>
    <w:p w14:paraId="09B1EC8D" w14:textId="59AF2DFE" w:rsidR="006541D7" w:rsidRP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Pro účely interpretace v případě nesrovnalostí je priorita dokumentů sestavena sestupně následovně: </w:t>
      </w:r>
    </w:p>
    <w:p w14:paraId="09CC90B4" w14:textId="1F1BCD6D" w:rsidR="006541D7" w:rsidRPr="006541D7" w:rsidRDefault="00C0144E" w:rsidP="006541D7">
      <w:pPr>
        <w:pStyle w:val="Default"/>
        <w:numPr>
          <w:ilvl w:val="1"/>
          <w:numId w:val="51"/>
        </w:numPr>
        <w:ind w:left="993" w:hanging="426"/>
        <w:jc w:val="both"/>
        <w:rPr>
          <w:rFonts w:ascii="Calibri Light" w:hAnsi="Calibri Light" w:cs="Calibri Light"/>
          <w:color w:val="auto"/>
          <w:sz w:val="21"/>
          <w:szCs w:val="21"/>
        </w:rPr>
      </w:pPr>
      <w:r>
        <w:rPr>
          <w:rFonts w:ascii="Calibri Light" w:hAnsi="Calibri Light" w:cs="Calibri Light"/>
          <w:color w:val="auto"/>
          <w:sz w:val="21"/>
          <w:szCs w:val="21"/>
        </w:rPr>
        <w:t>tato smlouva</w:t>
      </w:r>
      <w:r w:rsidR="006541D7" w:rsidRPr="006541D7">
        <w:rPr>
          <w:rFonts w:ascii="Calibri Light" w:hAnsi="Calibri Light" w:cs="Calibri Light"/>
          <w:color w:val="auto"/>
          <w:sz w:val="21"/>
          <w:szCs w:val="21"/>
        </w:rPr>
        <w:t xml:space="preserve"> včetně příloh,  </w:t>
      </w:r>
    </w:p>
    <w:p w14:paraId="3FE772A1" w14:textId="04209D0D" w:rsidR="006541D7" w:rsidRDefault="006541D7" w:rsidP="006541D7">
      <w:pPr>
        <w:pStyle w:val="Default"/>
        <w:numPr>
          <w:ilvl w:val="1"/>
          <w:numId w:val="51"/>
        </w:numPr>
        <w:spacing w:after="80"/>
        <w:ind w:left="993" w:hanging="426"/>
        <w:jc w:val="both"/>
        <w:rPr>
          <w:rFonts w:ascii="Calibri Light" w:hAnsi="Calibri Light" w:cs="Calibri Light"/>
          <w:color w:val="auto"/>
          <w:sz w:val="21"/>
          <w:szCs w:val="21"/>
        </w:rPr>
      </w:pPr>
      <w:r w:rsidRPr="006541D7">
        <w:rPr>
          <w:rFonts w:ascii="Calibri Light" w:hAnsi="Calibri Light" w:cs="Calibri Light"/>
          <w:color w:val="auto"/>
          <w:sz w:val="21"/>
          <w:szCs w:val="21"/>
        </w:rPr>
        <w:t>zadávací dokumentace veřejné zakázky</w:t>
      </w:r>
      <w:r w:rsidR="005B30B1">
        <w:rPr>
          <w:rFonts w:ascii="Calibri Light" w:hAnsi="Calibri Light" w:cs="Calibri Light"/>
          <w:color w:val="auto"/>
          <w:sz w:val="21"/>
          <w:szCs w:val="21"/>
        </w:rPr>
        <w:t>.</w:t>
      </w:r>
    </w:p>
    <w:p w14:paraId="1FB21F06" w14:textId="77777777" w:rsidR="006541D7" w:rsidRPr="006541D7" w:rsidRDefault="006541D7" w:rsidP="006541D7">
      <w:pPr>
        <w:pStyle w:val="Default"/>
        <w:numPr>
          <w:ilvl w:val="0"/>
          <w:numId w:val="41"/>
        </w:numPr>
        <w:spacing w:after="80"/>
        <w:ind w:left="284" w:hanging="284"/>
        <w:jc w:val="both"/>
        <w:rPr>
          <w:rFonts w:ascii="Calibri Light" w:hAnsi="Calibri Light" w:cs="Calibri Light"/>
          <w:color w:val="auto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Smlouva nabývá platnosti dnem podpisu obou smluvních stran.</w:t>
      </w:r>
    </w:p>
    <w:p w14:paraId="7FC0E718" w14:textId="7383BB37" w:rsidR="006541D7" w:rsidRPr="006541D7" w:rsidRDefault="006541D7" w:rsidP="006541D7">
      <w:pPr>
        <w:pStyle w:val="Default"/>
        <w:numPr>
          <w:ilvl w:val="0"/>
          <w:numId w:val="41"/>
        </w:numPr>
        <w:spacing w:after="80"/>
        <w:ind w:left="284" w:hanging="284"/>
        <w:jc w:val="both"/>
        <w:rPr>
          <w:rFonts w:ascii="Calibri Light" w:hAnsi="Calibri Light" w:cs="Calibri Light"/>
          <w:color w:val="auto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Smluvní strany si sjednávají odkládací podmínku účinnosti této smlouvy tak, že tato smlouva nabude účinnosti až v okamžiku kumulativního splnění obou těchto skutečností (pokud smluvními stranami nebude písemně dohodnuto jinak): </w:t>
      </w:r>
    </w:p>
    <w:p w14:paraId="5E8B6569" w14:textId="24BE4E54" w:rsidR="005B30B1" w:rsidRDefault="006541D7" w:rsidP="005B30B1">
      <w:pPr>
        <w:pStyle w:val="Bezmezer"/>
        <w:numPr>
          <w:ilvl w:val="0"/>
          <w:numId w:val="53"/>
        </w:numPr>
        <w:rPr>
          <w:rFonts w:ascii="Calibri Light" w:hAnsi="Calibri Light" w:cs="Calibri Light"/>
          <w:sz w:val="21"/>
          <w:szCs w:val="21"/>
        </w:rPr>
      </w:pPr>
      <w:r w:rsidRPr="005B30B1">
        <w:rPr>
          <w:rFonts w:ascii="Calibri Light" w:hAnsi="Calibri Light" w:cs="Calibri Light"/>
          <w:sz w:val="21"/>
          <w:szCs w:val="21"/>
        </w:rPr>
        <w:t>uveřejněním této smlouvy v registru smluv</w:t>
      </w:r>
    </w:p>
    <w:p w14:paraId="76AB75B8" w14:textId="1E4B302E" w:rsidR="006541D7" w:rsidRPr="005B30B1" w:rsidRDefault="006541D7" w:rsidP="005B30B1">
      <w:pPr>
        <w:pStyle w:val="Bezmezer"/>
        <w:numPr>
          <w:ilvl w:val="0"/>
          <w:numId w:val="53"/>
        </w:numPr>
        <w:spacing w:after="120"/>
        <w:ind w:left="924" w:hanging="357"/>
        <w:rPr>
          <w:rFonts w:ascii="Calibri Light" w:hAnsi="Calibri Light" w:cs="Calibri Light"/>
          <w:sz w:val="21"/>
          <w:szCs w:val="21"/>
        </w:rPr>
      </w:pPr>
      <w:r w:rsidRPr="005B30B1">
        <w:rPr>
          <w:rFonts w:ascii="Calibri Light" w:hAnsi="Calibri Light" w:cs="Calibri Light"/>
          <w:sz w:val="21"/>
          <w:szCs w:val="21"/>
        </w:rPr>
        <w:t xml:space="preserve">doručením písemného sdělení </w:t>
      </w:r>
      <w:r w:rsidR="008A0D96">
        <w:rPr>
          <w:rFonts w:ascii="Calibri Light" w:hAnsi="Calibri Light" w:cs="Calibri Light"/>
          <w:sz w:val="21"/>
          <w:szCs w:val="21"/>
        </w:rPr>
        <w:t>kupujícího</w:t>
      </w:r>
      <w:r w:rsidRPr="005B30B1">
        <w:rPr>
          <w:rFonts w:ascii="Calibri Light" w:hAnsi="Calibri Light" w:cs="Calibri Light"/>
          <w:sz w:val="21"/>
          <w:szCs w:val="21"/>
        </w:rPr>
        <w:t xml:space="preserve"> </w:t>
      </w:r>
      <w:r w:rsidR="008A0D96">
        <w:rPr>
          <w:rFonts w:ascii="Calibri Light" w:hAnsi="Calibri Light" w:cs="Calibri Light"/>
          <w:sz w:val="21"/>
          <w:szCs w:val="21"/>
        </w:rPr>
        <w:t>prodávajícímu</w:t>
      </w:r>
      <w:r w:rsidRPr="005B30B1">
        <w:rPr>
          <w:rFonts w:ascii="Calibri Light" w:hAnsi="Calibri Light" w:cs="Calibri Light"/>
          <w:sz w:val="21"/>
          <w:szCs w:val="21"/>
        </w:rPr>
        <w:t xml:space="preserve">, že má </w:t>
      </w:r>
      <w:r w:rsidR="008A0D96">
        <w:rPr>
          <w:rFonts w:ascii="Calibri Light" w:hAnsi="Calibri Light" w:cs="Calibri Light"/>
          <w:sz w:val="21"/>
          <w:szCs w:val="21"/>
        </w:rPr>
        <w:t>kupující</w:t>
      </w:r>
      <w:r w:rsidRPr="005B30B1">
        <w:rPr>
          <w:rFonts w:ascii="Calibri Light" w:hAnsi="Calibri Light" w:cs="Calibri Light"/>
          <w:sz w:val="21"/>
          <w:szCs w:val="21"/>
        </w:rPr>
        <w:t xml:space="preserve"> zajištěno financování </w:t>
      </w:r>
      <w:r w:rsidR="001D38F5">
        <w:rPr>
          <w:rFonts w:ascii="Calibri Light" w:hAnsi="Calibri Light" w:cs="Calibri Light"/>
          <w:sz w:val="21"/>
          <w:szCs w:val="21"/>
        </w:rPr>
        <w:t>veřejné zakázky</w:t>
      </w:r>
      <w:r w:rsidRPr="005B30B1">
        <w:rPr>
          <w:rFonts w:ascii="Calibri Light" w:hAnsi="Calibri Light" w:cs="Calibri Light"/>
          <w:sz w:val="21"/>
          <w:szCs w:val="21"/>
        </w:rPr>
        <w:t xml:space="preserve"> a že prodávající </w:t>
      </w:r>
      <w:r w:rsidR="008A0D96" w:rsidRPr="005B30B1">
        <w:rPr>
          <w:rFonts w:ascii="Calibri Light" w:hAnsi="Calibri Light" w:cs="Calibri Light"/>
          <w:sz w:val="21"/>
          <w:szCs w:val="21"/>
        </w:rPr>
        <w:t xml:space="preserve">může </w:t>
      </w:r>
      <w:r w:rsidRPr="005B30B1">
        <w:rPr>
          <w:rFonts w:ascii="Calibri Light" w:hAnsi="Calibri Light" w:cs="Calibri Light"/>
          <w:sz w:val="21"/>
          <w:szCs w:val="21"/>
        </w:rPr>
        <w:t>zahájit dodávku předmětu koupě.</w:t>
      </w:r>
    </w:p>
    <w:p w14:paraId="6DF532DB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Smluvní strany se dohodly, že tato smlouva zaniká (pozbývá platnosti) v případě, pokud odkládací podmínka účinnosti smlouvy nebude splněna v termínu do 31.12.2024, nebude-li mezi stranami písemně sjednáno jinak. </w:t>
      </w:r>
    </w:p>
    <w:p w14:paraId="6E53BECC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V případě, že smlouva nenabude účinnosti, dohodly se smluvní strany, že se </w:t>
      </w:r>
      <w:r>
        <w:rPr>
          <w:rFonts w:ascii="Calibri Light" w:hAnsi="Calibri Light" w:cs="Calibri Light"/>
          <w:sz w:val="21"/>
          <w:szCs w:val="21"/>
        </w:rPr>
        <w:t>prodávající</w:t>
      </w:r>
      <w:r w:rsidRPr="006541D7">
        <w:rPr>
          <w:rFonts w:ascii="Calibri Light" w:hAnsi="Calibri Light" w:cs="Calibri Light"/>
          <w:sz w:val="21"/>
          <w:szCs w:val="21"/>
        </w:rPr>
        <w:t xml:space="preserve"> vzdává všech nároků na jakoukoliv náhradu nákladů či práv na náhradu škody nebo jiné újmy z toho, že smlouva nenabyla účinnosti. </w:t>
      </w:r>
      <w:r>
        <w:rPr>
          <w:rFonts w:ascii="Calibri Light" w:hAnsi="Calibri Light" w:cs="Calibri Light"/>
          <w:sz w:val="21"/>
          <w:szCs w:val="21"/>
        </w:rPr>
        <w:t>Prodávající</w:t>
      </w:r>
      <w:r w:rsidRPr="006541D7">
        <w:rPr>
          <w:rFonts w:ascii="Calibri Light" w:hAnsi="Calibri Light" w:cs="Calibri Light"/>
          <w:sz w:val="21"/>
          <w:szCs w:val="21"/>
        </w:rPr>
        <w:t xml:space="preserve"> nemá nárok na jakékoliv odškodnění či plnění vůči </w:t>
      </w:r>
      <w:r>
        <w:rPr>
          <w:rFonts w:ascii="Calibri Light" w:hAnsi="Calibri Light" w:cs="Calibri Light"/>
          <w:sz w:val="21"/>
          <w:szCs w:val="21"/>
        </w:rPr>
        <w:t>kupujícímu</w:t>
      </w:r>
      <w:r w:rsidRPr="006541D7">
        <w:rPr>
          <w:rFonts w:ascii="Calibri Light" w:hAnsi="Calibri Light" w:cs="Calibri Light"/>
          <w:sz w:val="21"/>
          <w:szCs w:val="21"/>
        </w:rPr>
        <w:t xml:space="preserve">, pokud </w:t>
      </w:r>
      <w:r w:rsidRPr="006541D7">
        <w:rPr>
          <w:rFonts w:ascii="Calibri Light" w:hAnsi="Calibri Light" w:cs="Calibri Light"/>
          <w:sz w:val="21"/>
          <w:szCs w:val="21"/>
        </w:rPr>
        <w:lastRenderedPageBreak/>
        <w:t>před splněním odkládací podmínky účinnosti smlouvy činil jakékoliv kroky k zajištění splnění této zakázky.</w:t>
      </w:r>
    </w:p>
    <w:p w14:paraId="715D11F0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Právní vztahy touto smlouvou neupravené se řídí zákonem č. 89/2012 Sb., občanským zákoníkem, v platném znění.</w:t>
      </w:r>
    </w:p>
    <w:p w14:paraId="2DA3435E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Město Český Těšín je povinným subjektem ve smyslu zákona č. 340/2015 Sb., o registru smluv (dále také zákon). Smluvní strany se dohodly, že v případě, kdy tato smlouva vč. případných dodatků podléhá povinnosti uveřejnění v registru smluv dle zákona, bude subjektem, který vloží smlouvu a její případné dodatky do registru smluv, město Český Těšín, a to i v případě, kdy druhou smluvní stranou bude rovněž povinný subjekt ze zákona. </w:t>
      </w:r>
    </w:p>
    <w:p w14:paraId="4248268E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Smluvní strany prohlašují, že žádná informace uvedená v této smlouvě není předmětem obchodního tajemství ve smyslu § 504 občanského zákoníku.</w:t>
      </w:r>
    </w:p>
    <w:p w14:paraId="0D8CA617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Osobní údaje uvedené v této smlouvě budou zpracovány pouze za účelem plnění této smlouvy</w:t>
      </w:r>
      <w:r>
        <w:rPr>
          <w:rFonts w:ascii="Calibri Light" w:hAnsi="Calibri Light" w:cs="Calibri Light"/>
          <w:sz w:val="21"/>
          <w:szCs w:val="21"/>
        </w:rPr>
        <w:t>.</w:t>
      </w:r>
    </w:p>
    <w:p w14:paraId="6B67271F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Z</w:t>
      </w:r>
      <w:r w:rsidRPr="006541D7">
        <w:rPr>
          <w:rFonts w:ascii="Calibri Light" w:hAnsi="Calibri Light" w:cs="Calibri Light"/>
          <w:sz w:val="21"/>
          <w:szCs w:val="21"/>
        </w:rPr>
        <w:t xml:space="preserve">měnit nebo doplnit tuto smlouvu mohou smluvní strany jen písemnými dodatky, podepsanými oběma smluvními stranami. </w:t>
      </w:r>
    </w:p>
    <w:p w14:paraId="3E458D11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Kupující a prodávající jsou oprávněni odstoupit od této smlouvy v případech stanovených v občanském zákoníku a v případech uvedených v této smlouvě. </w:t>
      </w:r>
    </w:p>
    <w:p w14:paraId="3B84FA16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Smluvní strany prohlašují, že si tuto smlouvu před jejím podpisem přečetly a že byla uzavřena podle jejich pravé a svobodné vůle, což stvrzují svými podpisy. Smlouva je vyhotovena elektronicky a zároveň ve 4 stejnopisech v listinné podobě, z nichž každá smluvní strana obdrží dvě vyhotovení. V případě rozporu elektronického a listinného vyhotovení smlouvy je rozhodné vyhotovení v elektronické podobě.  </w:t>
      </w:r>
    </w:p>
    <w:p w14:paraId="77B50D23" w14:textId="77777777" w:rsidR="006541D7" w:rsidRDefault="006541D7" w:rsidP="006541D7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Přílohu smlouvy a její nedílnou součást tvoří položkový rozpočet. </w:t>
      </w:r>
    </w:p>
    <w:p w14:paraId="67E2987B" w14:textId="6C12D321" w:rsidR="00372B38" w:rsidRPr="005B30B1" w:rsidRDefault="006541D7" w:rsidP="005B30B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Uzavření této smlouvy bylo schváleno usnesením Rady města Český Těšín čís.: __________, dne __________.</w:t>
      </w:r>
    </w:p>
    <w:p w14:paraId="2E9A5384" w14:textId="6600E641" w:rsidR="00A60941" w:rsidRPr="00537258" w:rsidRDefault="00A60941" w:rsidP="00537258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7182AE31" w14:textId="77777777" w:rsidR="00A60941" w:rsidRPr="00CE5235" w:rsidRDefault="00A60941" w:rsidP="00A60941">
      <w:pPr>
        <w:pStyle w:val="Bezmezer"/>
        <w:numPr>
          <w:ilvl w:val="0"/>
          <w:numId w:val="42"/>
        </w:numPr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Položkový rozpočet</w:t>
      </w:r>
    </w:p>
    <w:p w14:paraId="3D9129FA" w14:textId="77777777" w:rsidR="00FE74AE" w:rsidRDefault="00FE74AE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p w14:paraId="20E61310" w14:textId="77777777" w:rsidR="00FE74AE" w:rsidRDefault="00FE74AE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p w14:paraId="0D238F78" w14:textId="77777777" w:rsidR="00FE74AE" w:rsidRPr="00CE5235" w:rsidRDefault="00FE74AE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p w14:paraId="2EFFAB54" w14:textId="77777777" w:rsidR="00EC1C4E" w:rsidRPr="00CE5235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903F67">
        <w:tc>
          <w:tcPr>
            <w:tcW w:w="4405" w:type="dxa"/>
          </w:tcPr>
          <w:p w14:paraId="215C755B" w14:textId="20375DE9" w:rsidR="00EC1C4E" w:rsidRPr="00CE5235" w:rsidRDefault="00E90F1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V</w:t>
            </w:r>
            <w:r w:rsidR="000E15F0">
              <w:rPr>
                <w:rFonts w:ascii="Calibri Light" w:hAnsi="Calibri Light" w:cs="Calibri Light"/>
                <w:sz w:val="21"/>
                <w:szCs w:val="21"/>
              </w:rPr>
              <w:t xml:space="preserve"> Českém Těšíně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405" w:type="dxa"/>
          </w:tcPr>
          <w:p w14:paraId="730EF49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CE5235" w14:paraId="7E1DA37E" w14:textId="77777777" w:rsidTr="00903F67">
        <w:tc>
          <w:tcPr>
            <w:tcW w:w="4405" w:type="dxa"/>
          </w:tcPr>
          <w:p w14:paraId="408B6A2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Kupující:</w:t>
            </w:r>
          </w:p>
        </w:tc>
        <w:tc>
          <w:tcPr>
            <w:tcW w:w="4405" w:type="dxa"/>
          </w:tcPr>
          <w:p w14:paraId="3F74C7B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Prodávající:</w:t>
            </w:r>
          </w:p>
        </w:tc>
      </w:tr>
      <w:tr w:rsidR="00EC1C4E" w:rsidRPr="00CE5235" w14:paraId="364C8CB8" w14:textId="77777777" w:rsidTr="00903F67">
        <w:tc>
          <w:tcPr>
            <w:tcW w:w="4405" w:type="dxa"/>
          </w:tcPr>
          <w:p w14:paraId="521622F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063B2CE1" w14:textId="77777777" w:rsidR="00EC1C4E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DE1C5DA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3E7FAC9F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0D0B838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05E10B6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0F3C145E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9EAAD34" w14:textId="77777777" w:rsidR="00137F93" w:rsidRPr="00CE5235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7356F02" w14:textId="77777777" w:rsidR="00861F25" w:rsidRPr="00CE5235" w:rsidRDefault="00861F25" w:rsidP="00861F25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47F06D34" w14:textId="02E44E71" w:rsidR="00E81706" w:rsidRPr="00CE5235" w:rsidRDefault="000E15F0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Karel Kula, starosta města</w:t>
            </w:r>
          </w:p>
        </w:tc>
        <w:tc>
          <w:tcPr>
            <w:tcW w:w="4405" w:type="dxa"/>
          </w:tcPr>
          <w:p w14:paraId="6D9A36AF" w14:textId="77777777" w:rsidR="00EC1C4E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3FD0228C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1B211537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0E484E2F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CE833D9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208C387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F9B10E6" w14:textId="77777777" w:rsidR="00137F93" w:rsidRPr="00CE5235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7E7DCD4" w14:textId="77777777" w:rsidR="00CF2BC9" w:rsidRPr="00CE5235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50F9DA9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732044C4" w14:textId="2511AB88" w:rsidR="007536B5" w:rsidRPr="00CE523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CB407F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3"/>
          </w:p>
          <w:p w14:paraId="37FB1475" w14:textId="77777777" w:rsidR="00861F25" w:rsidRPr="00CE5235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CE5235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931552">
      <w:footerReference w:type="even" r:id="rId10"/>
      <w:footerReference w:type="default" r:id="rId11"/>
      <w:headerReference w:type="first" r:id="rId12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141EE" w14:textId="77777777" w:rsidR="00931552" w:rsidRDefault="00931552">
      <w:r>
        <w:separator/>
      </w:r>
    </w:p>
  </w:endnote>
  <w:endnote w:type="continuationSeparator" w:id="0">
    <w:p w14:paraId="0EF16F94" w14:textId="77777777" w:rsidR="00931552" w:rsidRDefault="00931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EF458" w14:textId="77777777" w:rsidR="00931552" w:rsidRDefault="00931552">
      <w:r>
        <w:separator/>
      </w:r>
    </w:p>
  </w:footnote>
  <w:footnote w:type="continuationSeparator" w:id="0">
    <w:p w14:paraId="6B9A6738" w14:textId="77777777" w:rsidR="00931552" w:rsidRDefault="00931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6B7DF" w14:textId="58F62018" w:rsidR="0034239D" w:rsidRPr="00CE5235" w:rsidRDefault="0034239D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Příloha č. </w:t>
    </w:r>
    <w:r w:rsidR="00DD4EE9" w:rsidRPr="00CE5235">
      <w:rPr>
        <w:rFonts w:ascii="Calibri Light" w:hAnsi="Calibri Light" w:cs="Calibri Light"/>
        <w:i/>
        <w:iCs/>
      </w:rPr>
      <w:t>2</w:t>
    </w:r>
    <w:r w:rsidR="00346655">
      <w:rPr>
        <w:rFonts w:ascii="Calibri Light" w:hAnsi="Calibri Light" w:cs="Calibri Light"/>
        <w:i/>
        <w:iCs/>
      </w:rPr>
      <w:t>a</w:t>
    </w:r>
    <w:r w:rsidRPr="00CE5235">
      <w:rPr>
        <w:rFonts w:ascii="Calibri Light" w:hAnsi="Calibri Light" w:cs="Calibri Light"/>
        <w:i/>
        <w:iCs/>
      </w:rPr>
      <w:t xml:space="preserve"> ZD</w:t>
    </w:r>
  </w:p>
  <w:p w14:paraId="38B8DCB3" w14:textId="77777777" w:rsidR="0034239D" w:rsidRPr="00CE5235" w:rsidRDefault="00B63D31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Kupní </w:t>
    </w:r>
    <w:proofErr w:type="gramStart"/>
    <w:r w:rsidRPr="00CE5235">
      <w:rPr>
        <w:rFonts w:ascii="Calibri Light" w:hAnsi="Calibri Light" w:cs="Calibri Light"/>
        <w:i/>
        <w:iCs/>
      </w:rPr>
      <w:t>smlouva</w:t>
    </w:r>
    <w:r w:rsidR="0034239D" w:rsidRPr="00CE5235">
      <w:rPr>
        <w:rFonts w:ascii="Calibri Light" w:hAnsi="Calibri Light" w:cs="Calibri Light"/>
        <w:i/>
        <w:iCs/>
      </w:rPr>
      <w:t xml:space="preserve"> - vzor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16796"/>
    <w:multiLevelType w:val="hybridMultilevel"/>
    <w:tmpl w:val="612A06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5F0044"/>
    <w:multiLevelType w:val="hybridMultilevel"/>
    <w:tmpl w:val="CE5404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A674B0"/>
    <w:multiLevelType w:val="multilevel"/>
    <w:tmpl w:val="1F741396"/>
    <w:lvl w:ilvl="0">
      <w:start w:val="1"/>
      <w:numFmt w:val="upperRoman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-2750" w:firstLine="0"/>
      </w:pPr>
      <w:rPr>
        <w:rFonts w:ascii="Calibri Light" w:hAnsi="Calibri Light" w:cs="Calibri Light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-1520" w:firstLine="0"/>
      </w:pPr>
      <w:rPr>
        <w:rFonts w:cs="Times New Roman"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-20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520" w:firstLine="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1240" w:firstLine="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960" w:firstLine="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268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3400" w:firstLine="0"/>
      </w:pPr>
      <w:rPr>
        <w:rFonts w:cs="Times New Roman" w:hint="default"/>
      </w:rPr>
    </w:lvl>
  </w:abstractNum>
  <w:abstractNum w:abstractNumId="11" w15:restartNumberingAfterBreak="0">
    <w:nsid w:val="18484251"/>
    <w:multiLevelType w:val="hybridMultilevel"/>
    <w:tmpl w:val="E0E6783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BC62C44"/>
    <w:multiLevelType w:val="hybridMultilevel"/>
    <w:tmpl w:val="21540D8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EC81AF5"/>
    <w:multiLevelType w:val="hybridMultilevel"/>
    <w:tmpl w:val="E4369860"/>
    <w:lvl w:ilvl="0" w:tplc="DA3E3C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1F676C60"/>
    <w:multiLevelType w:val="hybridMultilevel"/>
    <w:tmpl w:val="08C48450"/>
    <w:lvl w:ilvl="0" w:tplc="669A98B6">
      <w:start w:val="1"/>
      <w:numFmt w:val="decimal"/>
      <w:lvlText w:val="%1."/>
      <w:lvlJc w:val="left"/>
      <w:pPr>
        <w:ind w:left="2160" w:hanging="360"/>
      </w:pPr>
      <w:rPr>
        <w:rFonts w:ascii="Calibri Light" w:hAnsi="Calibri Light" w:cs="Calibri Light"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6076A8"/>
    <w:multiLevelType w:val="hybridMultilevel"/>
    <w:tmpl w:val="B964C394"/>
    <w:lvl w:ilvl="0" w:tplc="4E4E5D6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6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7D7108"/>
    <w:multiLevelType w:val="hybridMultilevel"/>
    <w:tmpl w:val="0F98998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3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7" w15:restartNumberingAfterBreak="0">
    <w:nsid w:val="78E40AAA"/>
    <w:multiLevelType w:val="hybridMultilevel"/>
    <w:tmpl w:val="16CCEDC2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04050017">
      <w:start w:val="1"/>
      <w:numFmt w:val="lowerLetter"/>
      <w:lvlText w:val="%2)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9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3116473">
    <w:abstractNumId w:val="49"/>
  </w:num>
  <w:num w:numId="2" w16cid:durableId="508104827">
    <w:abstractNumId w:val="16"/>
  </w:num>
  <w:num w:numId="3" w16cid:durableId="465199706">
    <w:abstractNumId w:val="17"/>
  </w:num>
  <w:num w:numId="4" w16cid:durableId="1954433346">
    <w:abstractNumId w:val="3"/>
  </w:num>
  <w:num w:numId="5" w16cid:durableId="1798451500">
    <w:abstractNumId w:val="21"/>
  </w:num>
  <w:num w:numId="6" w16cid:durableId="926383293">
    <w:abstractNumId w:val="27"/>
  </w:num>
  <w:num w:numId="7" w16cid:durableId="1859662890">
    <w:abstractNumId w:val="42"/>
  </w:num>
  <w:num w:numId="8" w16cid:durableId="1724062108">
    <w:abstractNumId w:val="28"/>
  </w:num>
  <w:num w:numId="9" w16cid:durableId="452596655">
    <w:abstractNumId w:val="26"/>
  </w:num>
  <w:num w:numId="10" w16cid:durableId="1478372618">
    <w:abstractNumId w:val="39"/>
  </w:num>
  <w:num w:numId="11" w16cid:durableId="2066025490">
    <w:abstractNumId w:val="18"/>
  </w:num>
  <w:num w:numId="12" w16cid:durableId="1315066102">
    <w:abstractNumId w:val="12"/>
  </w:num>
  <w:num w:numId="13" w16cid:durableId="1106850665">
    <w:abstractNumId w:val="7"/>
  </w:num>
  <w:num w:numId="14" w16cid:durableId="1507817970">
    <w:abstractNumId w:val="46"/>
  </w:num>
  <w:num w:numId="15" w16cid:durableId="1747721072">
    <w:abstractNumId w:val="24"/>
  </w:num>
  <w:num w:numId="16" w16cid:durableId="1281372536">
    <w:abstractNumId w:val="48"/>
  </w:num>
  <w:num w:numId="17" w16cid:durableId="46643989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9703515">
    <w:abstractNumId w:val="35"/>
  </w:num>
  <w:num w:numId="19" w16cid:durableId="1646816346">
    <w:abstractNumId w:val="36"/>
  </w:num>
  <w:num w:numId="20" w16cid:durableId="175194972">
    <w:abstractNumId w:val="12"/>
    <w:lvlOverride w:ilvl="0">
      <w:startOverride w:val="1"/>
    </w:lvlOverride>
    <w:lvlOverride w:ilvl="1">
      <w:startOverride w:val="7"/>
    </w:lvlOverride>
  </w:num>
  <w:num w:numId="21" w16cid:durableId="175138994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11440623">
    <w:abstractNumId w:val="25"/>
  </w:num>
  <w:num w:numId="23" w16cid:durableId="536743807">
    <w:abstractNumId w:val="43"/>
  </w:num>
  <w:num w:numId="24" w16cid:durableId="1270547978">
    <w:abstractNumId w:val="37"/>
  </w:num>
  <w:num w:numId="25" w16cid:durableId="379591250">
    <w:abstractNumId w:val="32"/>
  </w:num>
  <w:num w:numId="26" w16cid:durableId="135532271">
    <w:abstractNumId w:val="19"/>
  </w:num>
  <w:num w:numId="27" w16cid:durableId="291205435">
    <w:abstractNumId w:val="33"/>
  </w:num>
  <w:num w:numId="28" w16cid:durableId="2013019931">
    <w:abstractNumId w:val="30"/>
  </w:num>
  <w:num w:numId="29" w16cid:durableId="484931339">
    <w:abstractNumId w:val="9"/>
  </w:num>
  <w:num w:numId="30" w16cid:durableId="1845510925">
    <w:abstractNumId w:val="45"/>
  </w:num>
  <w:num w:numId="31" w16cid:durableId="956520267">
    <w:abstractNumId w:val="5"/>
  </w:num>
  <w:num w:numId="32" w16cid:durableId="1896313428">
    <w:abstractNumId w:val="6"/>
  </w:num>
  <w:num w:numId="33" w16cid:durableId="1160730177">
    <w:abstractNumId w:val="38"/>
  </w:num>
  <w:num w:numId="34" w16cid:durableId="1114397651">
    <w:abstractNumId w:val="31"/>
  </w:num>
  <w:num w:numId="35" w16cid:durableId="1743409939">
    <w:abstractNumId w:val="41"/>
  </w:num>
  <w:num w:numId="36" w16cid:durableId="262034615">
    <w:abstractNumId w:val="1"/>
  </w:num>
  <w:num w:numId="37" w16cid:durableId="1523126497">
    <w:abstractNumId w:val="34"/>
  </w:num>
  <w:num w:numId="38" w16cid:durableId="768089698">
    <w:abstractNumId w:val="40"/>
  </w:num>
  <w:num w:numId="39" w16cid:durableId="118766450">
    <w:abstractNumId w:val="44"/>
  </w:num>
  <w:num w:numId="40" w16cid:durableId="113525996">
    <w:abstractNumId w:val="2"/>
  </w:num>
  <w:num w:numId="41" w16cid:durableId="1333414425">
    <w:abstractNumId w:val="13"/>
  </w:num>
  <w:num w:numId="42" w16cid:durableId="254676553">
    <w:abstractNumId w:val="20"/>
  </w:num>
  <w:num w:numId="43" w16cid:durableId="368844436">
    <w:abstractNumId w:val="15"/>
  </w:num>
  <w:num w:numId="44" w16cid:durableId="1437364906">
    <w:abstractNumId w:val="4"/>
  </w:num>
  <w:num w:numId="45" w16cid:durableId="89282750">
    <w:abstractNumId w:val="10"/>
  </w:num>
  <w:num w:numId="46" w16cid:durableId="1065301507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36023515">
    <w:abstractNumId w:val="22"/>
  </w:num>
  <w:num w:numId="48" w16cid:durableId="55669291">
    <w:abstractNumId w:val="23"/>
  </w:num>
  <w:num w:numId="49" w16cid:durableId="1815944163">
    <w:abstractNumId w:val="0"/>
  </w:num>
  <w:num w:numId="50" w16cid:durableId="1150555057">
    <w:abstractNumId w:val="11"/>
  </w:num>
  <w:num w:numId="51" w16cid:durableId="1002316765">
    <w:abstractNumId w:val="47"/>
  </w:num>
  <w:num w:numId="52" w16cid:durableId="1762796821">
    <w:abstractNumId w:val="29"/>
  </w:num>
  <w:num w:numId="53" w16cid:durableId="16559167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j1DszNOuWSlhl4oDdvJkjTQBr1cROD65PFN4UyzU2W3heS6uFrwMRXNbzrT1V4KStMGkY3tfojrKcESR6xIPw==" w:salt="elQ1IzTeO6SCbzuQzzUAEA==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531B"/>
    <w:rsid w:val="0001720C"/>
    <w:rsid w:val="00037527"/>
    <w:rsid w:val="000438CB"/>
    <w:rsid w:val="00051555"/>
    <w:rsid w:val="000558CE"/>
    <w:rsid w:val="00060275"/>
    <w:rsid w:val="00060A4B"/>
    <w:rsid w:val="00060BB3"/>
    <w:rsid w:val="00064680"/>
    <w:rsid w:val="000668F0"/>
    <w:rsid w:val="000701A1"/>
    <w:rsid w:val="000716E1"/>
    <w:rsid w:val="00082826"/>
    <w:rsid w:val="00090EBA"/>
    <w:rsid w:val="00091DEC"/>
    <w:rsid w:val="00097305"/>
    <w:rsid w:val="000A400A"/>
    <w:rsid w:val="000A5B8E"/>
    <w:rsid w:val="000B0FD3"/>
    <w:rsid w:val="000B374E"/>
    <w:rsid w:val="000B51B2"/>
    <w:rsid w:val="000B7ACD"/>
    <w:rsid w:val="000C3147"/>
    <w:rsid w:val="000C390A"/>
    <w:rsid w:val="000D1102"/>
    <w:rsid w:val="000D2C22"/>
    <w:rsid w:val="000D4920"/>
    <w:rsid w:val="000D5284"/>
    <w:rsid w:val="000D6C9F"/>
    <w:rsid w:val="000D7D01"/>
    <w:rsid w:val="000E00FE"/>
    <w:rsid w:val="000E15F0"/>
    <w:rsid w:val="000E1EDB"/>
    <w:rsid w:val="000E20DC"/>
    <w:rsid w:val="000E2966"/>
    <w:rsid w:val="000E47BA"/>
    <w:rsid w:val="000E56CD"/>
    <w:rsid w:val="000F1A1E"/>
    <w:rsid w:val="000F22B0"/>
    <w:rsid w:val="000F2EEB"/>
    <w:rsid w:val="00101962"/>
    <w:rsid w:val="00103137"/>
    <w:rsid w:val="00112948"/>
    <w:rsid w:val="001140BC"/>
    <w:rsid w:val="00120570"/>
    <w:rsid w:val="00130869"/>
    <w:rsid w:val="00131874"/>
    <w:rsid w:val="00133B58"/>
    <w:rsid w:val="00133B74"/>
    <w:rsid w:val="00134F82"/>
    <w:rsid w:val="00135E43"/>
    <w:rsid w:val="0013612F"/>
    <w:rsid w:val="00137F93"/>
    <w:rsid w:val="0014598B"/>
    <w:rsid w:val="00145A37"/>
    <w:rsid w:val="00146CFE"/>
    <w:rsid w:val="00147FD2"/>
    <w:rsid w:val="0015026C"/>
    <w:rsid w:val="00151CC2"/>
    <w:rsid w:val="00153050"/>
    <w:rsid w:val="001577B2"/>
    <w:rsid w:val="00160C26"/>
    <w:rsid w:val="00160E5B"/>
    <w:rsid w:val="00161F02"/>
    <w:rsid w:val="00165180"/>
    <w:rsid w:val="0017468C"/>
    <w:rsid w:val="00180D6A"/>
    <w:rsid w:val="001851B0"/>
    <w:rsid w:val="0019094A"/>
    <w:rsid w:val="00191E91"/>
    <w:rsid w:val="0019431A"/>
    <w:rsid w:val="001A0AEE"/>
    <w:rsid w:val="001A2673"/>
    <w:rsid w:val="001A39CC"/>
    <w:rsid w:val="001A47A4"/>
    <w:rsid w:val="001B7964"/>
    <w:rsid w:val="001C35A2"/>
    <w:rsid w:val="001C4485"/>
    <w:rsid w:val="001C4AB3"/>
    <w:rsid w:val="001C61AC"/>
    <w:rsid w:val="001D38F5"/>
    <w:rsid w:val="001D69EF"/>
    <w:rsid w:val="001D7A82"/>
    <w:rsid w:val="001E12C4"/>
    <w:rsid w:val="001E638A"/>
    <w:rsid w:val="001F14A2"/>
    <w:rsid w:val="001F3F21"/>
    <w:rsid w:val="001F4A92"/>
    <w:rsid w:val="001F7272"/>
    <w:rsid w:val="00200418"/>
    <w:rsid w:val="002019D5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5A1C"/>
    <w:rsid w:val="00250AD3"/>
    <w:rsid w:val="00250C7E"/>
    <w:rsid w:val="002511ED"/>
    <w:rsid w:val="002575DC"/>
    <w:rsid w:val="00257C2E"/>
    <w:rsid w:val="00260013"/>
    <w:rsid w:val="002603BE"/>
    <w:rsid w:val="002621A4"/>
    <w:rsid w:val="0026700D"/>
    <w:rsid w:val="00267756"/>
    <w:rsid w:val="00274BE8"/>
    <w:rsid w:val="002751CD"/>
    <w:rsid w:val="00276BA1"/>
    <w:rsid w:val="00277AD2"/>
    <w:rsid w:val="00284F27"/>
    <w:rsid w:val="00290DD6"/>
    <w:rsid w:val="002924D4"/>
    <w:rsid w:val="00296FDD"/>
    <w:rsid w:val="00297392"/>
    <w:rsid w:val="0029740D"/>
    <w:rsid w:val="002A4BA9"/>
    <w:rsid w:val="002A530E"/>
    <w:rsid w:val="002A74CB"/>
    <w:rsid w:val="002B4DBB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4163"/>
    <w:rsid w:val="00306100"/>
    <w:rsid w:val="00307162"/>
    <w:rsid w:val="003266FB"/>
    <w:rsid w:val="00333F59"/>
    <w:rsid w:val="0033634A"/>
    <w:rsid w:val="0033793E"/>
    <w:rsid w:val="003415BD"/>
    <w:rsid w:val="0034239D"/>
    <w:rsid w:val="00343D1C"/>
    <w:rsid w:val="00346655"/>
    <w:rsid w:val="003519AE"/>
    <w:rsid w:val="003547AD"/>
    <w:rsid w:val="00361E32"/>
    <w:rsid w:val="003642EF"/>
    <w:rsid w:val="00372B38"/>
    <w:rsid w:val="00373E60"/>
    <w:rsid w:val="0037446B"/>
    <w:rsid w:val="00377663"/>
    <w:rsid w:val="003814A1"/>
    <w:rsid w:val="00381884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C2DA8"/>
    <w:rsid w:val="003C4A38"/>
    <w:rsid w:val="003C5992"/>
    <w:rsid w:val="003C7FB0"/>
    <w:rsid w:val="003D0909"/>
    <w:rsid w:val="003D5205"/>
    <w:rsid w:val="003D59C4"/>
    <w:rsid w:val="003E2CA1"/>
    <w:rsid w:val="003E6A92"/>
    <w:rsid w:val="003F396C"/>
    <w:rsid w:val="003F4FC2"/>
    <w:rsid w:val="0040000E"/>
    <w:rsid w:val="004031D0"/>
    <w:rsid w:val="004039CB"/>
    <w:rsid w:val="00404DFC"/>
    <w:rsid w:val="00406DE5"/>
    <w:rsid w:val="004130DC"/>
    <w:rsid w:val="004160BD"/>
    <w:rsid w:val="00416A18"/>
    <w:rsid w:val="00426905"/>
    <w:rsid w:val="00432B6A"/>
    <w:rsid w:val="00434ECE"/>
    <w:rsid w:val="00434FD0"/>
    <w:rsid w:val="00436F57"/>
    <w:rsid w:val="00440574"/>
    <w:rsid w:val="00447967"/>
    <w:rsid w:val="00451BBC"/>
    <w:rsid w:val="00452049"/>
    <w:rsid w:val="004529CE"/>
    <w:rsid w:val="00460F51"/>
    <w:rsid w:val="00462B44"/>
    <w:rsid w:val="00464A32"/>
    <w:rsid w:val="0047004A"/>
    <w:rsid w:val="0047586B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44D8"/>
    <w:rsid w:val="004B7DE6"/>
    <w:rsid w:val="004C2959"/>
    <w:rsid w:val="004C7081"/>
    <w:rsid w:val="004D1410"/>
    <w:rsid w:val="004D1D5D"/>
    <w:rsid w:val="004D52F5"/>
    <w:rsid w:val="004D67FE"/>
    <w:rsid w:val="004E09BD"/>
    <w:rsid w:val="004E0E20"/>
    <w:rsid w:val="004E0FB4"/>
    <w:rsid w:val="004E20C8"/>
    <w:rsid w:val="004E4343"/>
    <w:rsid w:val="004E49F1"/>
    <w:rsid w:val="004F0CCD"/>
    <w:rsid w:val="004F6F54"/>
    <w:rsid w:val="005007E5"/>
    <w:rsid w:val="005068B9"/>
    <w:rsid w:val="005111A7"/>
    <w:rsid w:val="0051278A"/>
    <w:rsid w:val="00513B04"/>
    <w:rsid w:val="00514B7E"/>
    <w:rsid w:val="00515FB6"/>
    <w:rsid w:val="00516573"/>
    <w:rsid w:val="00516D39"/>
    <w:rsid w:val="0052305C"/>
    <w:rsid w:val="00523D5E"/>
    <w:rsid w:val="00524F97"/>
    <w:rsid w:val="00525097"/>
    <w:rsid w:val="00532D7C"/>
    <w:rsid w:val="0053328F"/>
    <w:rsid w:val="00537258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85232"/>
    <w:rsid w:val="005926DB"/>
    <w:rsid w:val="00596214"/>
    <w:rsid w:val="005A0C36"/>
    <w:rsid w:val="005A111B"/>
    <w:rsid w:val="005A57AB"/>
    <w:rsid w:val="005A58A1"/>
    <w:rsid w:val="005B30B1"/>
    <w:rsid w:val="005B4128"/>
    <w:rsid w:val="005C4B0C"/>
    <w:rsid w:val="005D0C5B"/>
    <w:rsid w:val="005D3BC3"/>
    <w:rsid w:val="005E021A"/>
    <w:rsid w:val="005E2A5D"/>
    <w:rsid w:val="005E2D77"/>
    <w:rsid w:val="005E4C63"/>
    <w:rsid w:val="005E680F"/>
    <w:rsid w:val="005E7D8F"/>
    <w:rsid w:val="0060018B"/>
    <w:rsid w:val="00614B00"/>
    <w:rsid w:val="00620CEA"/>
    <w:rsid w:val="006344E8"/>
    <w:rsid w:val="00637AA2"/>
    <w:rsid w:val="00640AE3"/>
    <w:rsid w:val="006439F7"/>
    <w:rsid w:val="00646CF9"/>
    <w:rsid w:val="006523DB"/>
    <w:rsid w:val="006531F9"/>
    <w:rsid w:val="0065414E"/>
    <w:rsid w:val="006541D7"/>
    <w:rsid w:val="0065783B"/>
    <w:rsid w:val="006622D7"/>
    <w:rsid w:val="006718E7"/>
    <w:rsid w:val="006723DC"/>
    <w:rsid w:val="00672F02"/>
    <w:rsid w:val="0068164C"/>
    <w:rsid w:val="00686D2E"/>
    <w:rsid w:val="00694ECC"/>
    <w:rsid w:val="006A03D0"/>
    <w:rsid w:val="006A1966"/>
    <w:rsid w:val="006A2E2C"/>
    <w:rsid w:val="006A6278"/>
    <w:rsid w:val="006D0C62"/>
    <w:rsid w:val="006D14BF"/>
    <w:rsid w:val="006D5D10"/>
    <w:rsid w:val="006E3335"/>
    <w:rsid w:val="006E5B24"/>
    <w:rsid w:val="006E6183"/>
    <w:rsid w:val="006F1F93"/>
    <w:rsid w:val="006F24D7"/>
    <w:rsid w:val="007034C9"/>
    <w:rsid w:val="00703E2D"/>
    <w:rsid w:val="00706F2C"/>
    <w:rsid w:val="00707222"/>
    <w:rsid w:val="0071658F"/>
    <w:rsid w:val="007218B1"/>
    <w:rsid w:val="007220D1"/>
    <w:rsid w:val="0072217B"/>
    <w:rsid w:val="00722DB1"/>
    <w:rsid w:val="00727A16"/>
    <w:rsid w:val="00731204"/>
    <w:rsid w:val="00731C4F"/>
    <w:rsid w:val="00732765"/>
    <w:rsid w:val="0073705E"/>
    <w:rsid w:val="007453E7"/>
    <w:rsid w:val="007466B4"/>
    <w:rsid w:val="007535B4"/>
    <w:rsid w:val="007536B5"/>
    <w:rsid w:val="00753BE3"/>
    <w:rsid w:val="007653DC"/>
    <w:rsid w:val="0077104F"/>
    <w:rsid w:val="0077400A"/>
    <w:rsid w:val="00774870"/>
    <w:rsid w:val="007771D4"/>
    <w:rsid w:val="00781C2C"/>
    <w:rsid w:val="00782A15"/>
    <w:rsid w:val="00783518"/>
    <w:rsid w:val="00784825"/>
    <w:rsid w:val="0079518D"/>
    <w:rsid w:val="007954A2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C109A"/>
    <w:rsid w:val="007C4501"/>
    <w:rsid w:val="007C7DF6"/>
    <w:rsid w:val="007D07B3"/>
    <w:rsid w:val="007D7FDE"/>
    <w:rsid w:val="007E0628"/>
    <w:rsid w:val="007E0C43"/>
    <w:rsid w:val="007E4F70"/>
    <w:rsid w:val="007E59E1"/>
    <w:rsid w:val="007E67B9"/>
    <w:rsid w:val="007F36F2"/>
    <w:rsid w:val="008036B8"/>
    <w:rsid w:val="00812B30"/>
    <w:rsid w:val="00820029"/>
    <w:rsid w:val="0082315B"/>
    <w:rsid w:val="008249A6"/>
    <w:rsid w:val="00830977"/>
    <w:rsid w:val="0083224B"/>
    <w:rsid w:val="008341F2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55C78"/>
    <w:rsid w:val="008616C5"/>
    <w:rsid w:val="00861F25"/>
    <w:rsid w:val="00866D17"/>
    <w:rsid w:val="008711A1"/>
    <w:rsid w:val="008775C0"/>
    <w:rsid w:val="0088022E"/>
    <w:rsid w:val="00881BBC"/>
    <w:rsid w:val="00885476"/>
    <w:rsid w:val="00886240"/>
    <w:rsid w:val="00887463"/>
    <w:rsid w:val="00895238"/>
    <w:rsid w:val="008A05C1"/>
    <w:rsid w:val="008A0D96"/>
    <w:rsid w:val="008A3F09"/>
    <w:rsid w:val="008A4490"/>
    <w:rsid w:val="008A46A4"/>
    <w:rsid w:val="008C12D5"/>
    <w:rsid w:val="008C5A09"/>
    <w:rsid w:val="008C68D3"/>
    <w:rsid w:val="008C7427"/>
    <w:rsid w:val="008D1D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70FD"/>
    <w:rsid w:val="009214E2"/>
    <w:rsid w:val="00923B46"/>
    <w:rsid w:val="0092481B"/>
    <w:rsid w:val="0092642F"/>
    <w:rsid w:val="0093054A"/>
    <w:rsid w:val="00931552"/>
    <w:rsid w:val="00941DB3"/>
    <w:rsid w:val="00954085"/>
    <w:rsid w:val="00956AA6"/>
    <w:rsid w:val="0095729D"/>
    <w:rsid w:val="00961DA1"/>
    <w:rsid w:val="00962F52"/>
    <w:rsid w:val="009720B5"/>
    <w:rsid w:val="00980453"/>
    <w:rsid w:val="009814D7"/>
    <w:rsid w:val="0098167D"/>
    <w:rsid w:val="00984FC8"/>
    <w:rsid w:val="0098566E"/>
    <w:rsid w:val="009869B0"/>
    <w:rsid w:val="00990F9A"/>
    <w:rsid w:val="00993324"/>
    <w:rsid w:val="00993D4E"/>
    <w:rsid w:val="00996744"/>
    <w:rsid w:val="00997802"/>
    <w:rsid w:val="009A0A54"/>
    <w:rsid w:val="009A3AD3"/>
    <w:rsid w:val="009A60C2"/>
    <w:rsid w:val="009A65C4"/>
    <w:rsid w:val="009B5412"/>
    <w:rsid w:val="009B6601"/>
    <w:rsid w:val="009C140F"/>
    <w:rsid w:val="009C65B2"/>
    <w:rsid w:val="009D586D"/>
    <w:rsid w:val="009D5B08"/>
    <w:rsid w:val="009D7B24"/>
    <w:rsid w:val="009E307A"/>
    <w:rsid w:val="009E4053"/>
    <w:rsid w:val="009E5679"/>
    <w:rsid w:val="009E78EB"/>
    <w:rsid w:val="009F4160"/>
    <w:rsid w:val="009F6963"/>
    <w:rsid w:val="009F7C76"/>
    <w:rsid w:val="00A00AEC"/>
    <w:rsid w:val="00A05F97"/>
    <w:rsid w:val="00A10069"/>
    <w:rsid w:val="00A11FC3"/>
    <w:rsid w:val="00A1237B"/>
    <w:rsid w:val="00A15495"/>
    <w:rsid w:val="00A21803"/>
    <w:rsid w:val="00A25A2F"/>
    <w:rsid w:val="00A27FD7"/>
    <w:rsid w:val="00A343CA"/>
    <w:rsid w:val="00A348AF"/>
    <w:rsid w:val="00A37748"/>
    <w:rsid w:val="00A41C37"/>
    <w:rsid w:val="00A45DF6"/>
    <w:rsid w:val="00A47CAF"/>
    <w:rsid w:val="00A51D01"/>
    <w:rsid w:val="00A52B6F"/>
    <w:rsid w:val="00A60941"/>
    <w:rsid w:val="00A6166A"/>
    <w:rsid w:val="00A65AA8"/>
    <w:rsid w:val="00A65F2A"/>
    <w:rsid w:val="00A678A6"/>
    <w:rsid w:val="00A702F0"/>
    <w:rsid w:val="00A73F60"/>
    <w:rsid w:val="00A744B7"/>
    <w:rsid w:val="00A77592"/>
    <w:rsid w:val="00A808D6"/>
    <w:rsid w:val="00A83A37"/>
    <w:rsid w:val="00A90243"/>
    <w:rsid w:val="00A93897"/>
    <w:rsid w:val="00A939A4"/>
    <w:rsid w:val="00AA0832"/>
    <w:rsid w:val="00AA7B60"/>
    <w:rsid w:val="00AB18D4"/>
    <w:rsid w:val="00AB1E74"/>
    <w:rsid w:val="00AB606A"/>
    <w:rsid w:val="00AD38B0"/>
    <w:rsid w:val="00AD5E4A"/>
    <w:rsid w:val="00AD7356"/>
    <w:rsid w:val="00AF2824"/>
    <w:rsid w:val="00AF35BE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6F8"/>
    <w:rsid w:val="00B44AA4"/>
    <w:rsid w:val="00B46493"/>
    <w:rsid w:val="00B52C08"/>
    <w:rsid w:val="00B55033"/>
    <w:rsid w:val="00B56CF3"/>
    <w:rsid w:val="00B60A9B"/>
    <w:rsid w:val="00B619D8"/>
    <w:rsid w:val="00B63D31"/>
    <w:rsid w:val="00B72B1D"/>
    <w:rsid w:val="00B7456F"/>
    <w:rsid w:val="00B75ED9"/>
    <w:rsid w:val="00B76712"/>
    <w:rsid w:val="00B9270C"/>
    <w:rsid w:val="00B92A6A"/>
    <w:rsid w:val="00B93A06"/>
    <w:rsid w:val="00BA2A02"/>
    <w:rsid w:val="00BA3DB6"/>
    <w:rsid w:val="00BB0168"/>
    <w:rsid w:val="00BB1E14"/>
    <w:rsid w:val="00BB3E37"/>
    <w:rsid w:val="00BC34A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6250"/>
    <w:rsid w:val="00BF142D"/>
    <w:rsid w:val="00BF2061"/>
    <w:rsid w:val="00BF2779"/>
    <w:rsid w:val="00BF4C5A"/>
    <w:rsid w:val="00BF5035"/>
    <w:rsid w:val="00C01082"/>
    <w:rsid w:val="00C0144E"/>
    <w:rsid w:val="00C03F66"/>
    <w:rsid w:val="00C07782"/>
    <w:rsid w:val="00C10811"/>
    <w:rsid w:val="00C11C60"/>
    <w:rsid w:val="00C172E4"/>
    <w:rsid w:val="00C27259"/>
    <w:rsid w:val="00C300FA"/>
    <w:rsid w:val="00C3040D"/>
    <w:rsid w:val="00C31E06"/>
    <w:rsid w:val="00C51349"/>
    <w:rsid w:val="00C515F6"/>
    <w:rsid w:val="00C52404"/>
    <w:rsid w:val="00C525FB"/>
    <w:rsid w:val="00C52E8B"/>
    <w:rsid w:val="00C61EF7"/>
    <w:rsid w:val="00C701DF"/>
    <w:rsid w:val="00C73CA3"/>
    <w:rsid w:val="00C74564"/>
    <w:rsid w:val="00C74DF2"/>
    <w:rsid w:val="00C82F61"/>
    <w:rsid w:val="00C82FFC"/>
    <w:rsid w:val="00C8603A"/>
    <w:rsid w:val="00C9285C"/>
    <w:rsid w:val="00C94527"/>
    <w:rsid w:val="00CA502F"/>
    <w:rsid w:val="00CA7F9E"/>
    <w:rsid w:val="00CB051E"/>
    <w:rsid w:val="00CB3AF9"/>
    <w:rsid w:val="00CB3C13"/>
    <w:rsid w:val="00CB407F"/>
    <w:rsid w:val="00CB4D21"/>
    <w:rsid w:val="00CB672C"/>
    <w:rsid w:val="00CC0E4C"/>
    <w:rsid w:val="00CC3C35"/>
    <w:rsid w:val="00CC3D66"/>
    <w:rsid w:val="00CC4319"/>
    <w:rsid w:val="00CD0D01"/>
    <w:rsid w:val="00CD0DF0"/>
    <w:rsid w:val="00CD10C5"/>
    <w:rsid w:val="00CE02AD"/>
    <w:rsid w:val="00CE1F37"/>
    <w:rsid w:val="00CE419B"/>
    <w:rsid w:val="00CE509C"/>
    <w:rsid w:val="00CE5235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2C6F"/>
    <w:rsid w:val="00D2353A"/>
    <w:rsid w:val="00D25BC6"/>
    <w:rsid w:val="00D267BD"/>
    <w:rsid w:val="00D366AB"/>
    <w:rsid w:val="00D41C58"/>
    <w:rsid w:val="00D45334"/>
    <w:rsid w:val="00D46999"/>
    <w:rsid w:val="00D52F71"/>
    <w:rsid w:val="00D63AA2"/>
    <w:rsid w:val="00D65958"/>
    <w:rsid w:val="00D72D54"/>
    <w:rsid w:val="00D76481"/>
    <w:rsid w:val="00D767B6"/>
    <w:rsid w:val="00D85F2D"/>
    <w:rsid w:val="00D86C0F"/>
    <w:rsid w:val="00D91E0A"/>
    <w:rsid w:val="00D92097"/>
    <w:rsid w:val="00D92C68"/>
    <w:rsid w:val="00D97C9D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4EE9"/>
    <w:rsid w:val="00DD51CA"/>
    <w:rsid w:val="00DD5921"/>
    <w:rsid w:val="00DD78D5"/>
    <w:rsid w:val="00DE75BE"/>
    <w:rsid w:val="00DF0F5E"/>
    <w:rsid w:val="00DF3772"/>
    <w:rsid w:val="00DF4BDB"/>
    <w:rsid w:val="00DF508E"/>
    <w:rsid w:val="00DF7993"/>
    <w:rsid w:val="00E001C1"/>
    <w:rsid w:val="00E10A56"/>
    <w:rsid w:val="00E133F3"/>
    <w:rsid w:val="00E20BAD"/>
    <w:rsid w:val="00E21702"/>
    <w:rsid w:val="00E236ED"/>
    <w:rsid w:val="00E27494"/>
    <w:rsid w:val="00E27B8F"/>
    <w:rsid w:val="00E331D4"/>
    <w:rsid w:val="00E408FA"/>
    <w:rsid w:val="00E42888"/>
    <w:rsid w:val="00E509E8"/>
    <w:rsid w:val="00E5583C"/>
    <w:rsid w:val="00E62DD7"/>
    <w:rsid w:val="00E653EC"/>
    <w:rsid w:val="00E7374D"/>
    <w:rsid w:val="00E77A9C"/>
    <w:rsid w:val="00E77BEC"/>
    <w:rsid w:val="00E81706"/>
    <w:rsid w:val="00E84B3D"/>
    <w:rsid w:val="00E9033D"/>
    <w:rsid w:val="00E90F1E"/>
    <w:rsid w:val="00E93D69"/>
    <w:rsid w:val="00E945DA"/>
    <w:rsid w:val="00E95D73"/>
    <w:rsid w:val="00E967AC"/>
    <w:rsid w:val="00EA01F3"/>
    <w:rsid w:val="00EA057D"/>
    <w:rsid w:val="00EA0AC9"/>
    <w:rsid w:val="00EA319A"/>
    <w:rsid w:val="00EA6DB9"/>
    <w:rsid w:val="00EA6E33"/>
    <w:rsid w:val="00EB069A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4944"/>
    <w:rsid w:val="00F00481"/>
    <w:rsid w:val="00F019A8"/>
    <w:rsid w:val="00F10A84"/>
    <w:rsid w:val="00F1496C"/>
    <w:rsid w:val="00F15980"/>
    <w:rsid w:val="00F164C7"/>
    <w:rsid w:val="00F17034"/>
    <w:rsid w:val="00F17E5E"/>
    <w:rsid w:val="00F204B5"/>
    <w:rsid w:val="00F25A10"/>
    <w:rsid w:val="00F3096C"/>
    <w:rsid w:val="00F3589E"/>
    <w:rsid w:val="00F41EDD"/>
    <w:rsid w:val="00F53138"/>
    <w:rsid w:val="00F56BC4"/>
    <w:rsid w:val="00F56C19"/>
    <w:rsid w:val="00F57ECC"/>
    <w:rsid w:val="00F64FC0"/>
    <w:rsid w:val="00F71BF3"/>
    <w:rsid w:val="00F7410F"/>
    <w:rsid w:val="00F80575"/>
    <w:rsid w:val="00F817B9"/>
    <w:rsid w:val="00F82E06"/>
    <w:rsid w:val="00F83E96"/>
    <w:rsid w:val="00F8424B"/>
    <w:rsid w:val="00F85B7D"/>
    <w:rsid w:val="00F87F81"/>
    <w:rsid w:val="00F907FB"/>
    <w:rsid w:val="00F92040"/>
    <w:rsid w:val="00F92706"/>
    <w:rsid w:val="00F92C66"/>
    <w:rsid w:val="00F9632C"/>
    <w:rsid w:val="00FA23C2"/>
    <w:rsid w:val="00FA31D1"/>
    <w:rsid w:val="00FA5700"/>
    <w:rsid w:val="00FA6EC8"/>
    <w:rsid w:val="00FB177E"/>
    <w:rsid w:val="00FB49DD"/>
    <w:rsid w:val="00FC470F"/>
    <w:rsid w:val="00FC750D"/>
    <w:rsid w:val="00FD22DA"/>
    <w:rsid w:val="00FE183E"/>
    <w:rsid w:val="00FE373B"/>
    <w:rsid w:val="00FE5768"/>
    <w:rsid w:val="00FE74AE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  <w:style w:type="paragraph" w:customStyle="1" w:styleId="Default">
    <w:name w:val="Default"/>
    <w:rsid w:val="006541D7"/>
    <w:pPr>
      <w:autoSpaceDE w:val="0"/>
      <w:autoSpaceDN w:val="0"/>
      <w:adjustRightInd w:val="0"/>
      <w:spacing w:after="0"/>
    </w:pPr>
    <w:rPr>
      <w:rFonts w:ascii="Times New Roman" w:eastAsia="Calibr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guziur@tesin.cz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irikovacik/Disk%20Google/_podano_ITI2/10879_OV_brezinova/10879_VZ/NS_03_kupni_smlouva_1cast_10879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NS_03_kupni_smlouva_1cast_10879.dotx</Template>
  <TotalTime>53</TotalTime>
  <Pages>5</Pages>
  <Words>2060</Words>
  <Characters>12158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40</cp:revision>
  <cp:lastPrinted>2017-09-11T07:19:00Z</cp:lastPrinted>
  <dcterms:created xsi:type="dcterms:W3CDTF">2023-12-19T21:01:00Z</dcterms:created>
  <dcterms:modified xsi:type="dcterms:W3CDTF">2024-01-22T07:56:00Z</dcterms:modified>
</cp:coreProperties>
</file>